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99" w:rsidRDefault="002C6299" w:rsidP="00861AAF">
      <w:pPr>
        <w:pBdr>
          <w:bottom w:val="single" w:sz="8" w:space="1" w:color="000000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ЛЕБЯЖСКAЯ РАЙОННАЯ ДУМА ПЯТОГО СОЗЫВА</w:t>
      </w:r>
    </w:p>
    <w:p w:rsidR="002C6299" w:rsidRDefault="002C6299" w:rsidP="00861AAF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2"/>
          <w:szCs w:val="22"/>
        </w:rPr>
        <w:t>613500 Кировская обл., п. Лебяжье, ул. Комсомольская 5, тел. 2-02-51, факс (83344) 2-02-50</w:t>
      </w:r>
    </w:p>
    <w:p w:rsidR="002C6299" w:rsidRDefault="002C6299" w:rsidP="00D56CE9">
      <w:pPr>
        <w:pStyle w:val="Heading2"/>
        <w:tabs>
          <w:tab w:val="left" w:pos="0"/>
        </w:tabs>
        <w:spacing w:line="360" w:lineRule="auto"/>
        <w:jc w:val="center"/>
        <w:rPr>
          <w:rFonts w:ascii="Times New Roman" w:hAnsi="Times New Roman"/>
          <w:szCs w:val="28"/>
        </w:rPr>
      </w:pPr>
    </w:p>
    <w:p w:rsidR="002C6299" w:rsidRPr="00D56CE9" w:rsidRDefault="002C6299" w:rsidP="00D56CE9">
      <w:pPr>
        <w:pStyle w:val="Heading2"/>
        <w:tabs>
          <w:tab w:val="left" w:pos="0"/>
        </w:tabs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Решение</w:t>
      </w:r>
    </w:p>
    <w:p w:rsidR="002C6299" w:rsidRPr="003A67A9" w:rsidRDefault="002C6299" w:rsidP="003A67A9"/>
    <w:p w:rsidR="002C6299" w:rsidRDefault="002C6299" w:rsidP="00DD3B8C">
      <w:pPr>
        <w:pStyle w:val="Heading2"/>
        <w:tabs>
          <w:tab w:val="left" w:pos="0"/>
        </w:tabs>
        <w:spacing w:line="36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23.12.2016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           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                                        № 40     </w:t>
      </w:r>
    </w:p>
    <w:p w:rsidR="002C6299" w:rsidRDefault="002C6299" w:rsidP="00861AAF">
      <w:pPr>
        <w:pStyle w:val="Heading2"/>
        <w:tabs>
          <w:tab w:val="left" w:pos="0"/>
        </w:tabs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пгт Лебяжье </w:t>
      </w:r>
    </w:p>
    <w:tbl>
      <w:tblPr>
        <w:tblW w:w="0" w:type="auto"/>
        <w:jc w:val="center"/>
        <w:tblInd w:w="109" w:type="dxa"/>
        <w:tblLayout w:type="fixed"/>
        <w:tblLook w:val="0000"/>
      </w:tblPr>
      <w:tblGrid>
        <w:gridCol w:w="9427"/>
      </w:tblGrid>
      <w:tr w:rsidR="002C6299" w:rsidTr="00F93776">
        <w:trPr>
          <w:trHeight w:val="863"/>
          <w:jc w:val="center"/>
        </w:trPr>
        <w:tc>
          <w:tcPr>
            <w:tcW w:w="9427" w:type="dxa"/>
          </w:tcPr>
          <w:p w:rsidR="002C6299" w:rsidRPr="001E3755" w:rsidRDefault="002C6299" w:rsidP="00461DF8">
            <w:pPr>
              <w:pStyle w:val="ConsPlusNormal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решение Лебяжской районной  Думы  от 14.11.2008  № 347  </w:t>
            </w:r>
          </w:p>
        </w:tc>
      </w:tr>
    </w:tbl>
    <w:p w:rsidR="002C6299" w:rsidRDefault="002C6299" w:rsidP="00DC118C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6299" w:rsidRDefault="002C6299" w:rsidP="00A35BA7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F5178">
        <w:rPr>
          <w:rFonts w:ascii="Times New Roman" w:hAnsi="Times New Roman"/>
          <w:sz w:val="28"/>
          <w:szCs w:val="28"/>
        </w:rPr>
        <w:t>В соответствии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с Налоговым кодексом Российской Федерации, Бюджетным кодексом Российской Федерации, распоряжения Правительства Российской Федерации от 24.12.2016г № 2496-р, статьей 21 Устава муниципального образования Лебяжский муниципальный район Кировской области, </w:t>
      </w:r>
      <w:r w:rsidRPr="00DC118C">
        <w:rPr>
          <w:rFonts w:ascii="Times New Roman" w:hAnsi="Times New Roman"/>
          <w:sz w:val="28"/>
          <w:szCs w:val="28"/>
        </w:rPr>
        <w:t>Лебяжская районная Дума решила:</w:t>
      </w:r>
    </w:p>
    <w:p w:rsidR="002C6299" w:rsidRDefault="002C6299" w:rsidP="00A35BA7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следующие изменения в  решение Лебяжской районной Думы от 14.11.2008 № 347 «О Порядке введения системы налогообложения в виде единого налога на вмененный доход для отдельных видов деятельности на территории муниципального образования Лебяжский муниципальный район Кировской области» (с изменениями и дополнениями):</w:t>
      </w:r>
    </w:p>
    <w:p w:rsidR="002C6299" w:rsidRDefault="002C6299" w:rsidP="00A35BA7">
      <w:pPr>
        <w:pStyle w:val="BodyText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Приложение  № 1 </w:t>
      </w:r>
      <w:r w:rsidRPr="00C217BE">
        <w:rPr>
          <w:rFonts w:ascii="Times New Roman" w:hAnsi="Times New Roman"/>
          <w:sz w:val="28"/>
          <w:szCs w:val="28"/>
        </w:rPr>
        <w:t>«</w:t>
      </w:r>
      <w:r w:rsidRPr="00C217BE">
        <w:rPr>
          <w:rFonts w:ascii="Times New Roman" w:hAnsi="Times New Roman"/>
          <w:kern w:val="0"/>
          <w:sz w:val="28"/>
          <w:szCs w:val="28"/>
          <w:lang w:eastAsia="ru-RU"/>
        </w:rPr>
        <w:t>Значение корректирующего коэффициента К2 для деятельности: оказание бытовых услуг»</w:t>
      </w:r>
      <w:r>
        <w:rPr>
          <w:rFonts w:ascii="Times New Roman" w:hAnsi="Times New Roman"/>
          <w:kern w:val="0"/>
          <w:sz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редакции. Прилагается.</w:t>
      </w:r>
    </w:p>
    <w:p w:rsidR="002C6299" w:rsidRDefault="002C6299" w:rsidP="00A35BA7">
      <w:pPr>
        <w:pStyle w:val="ConsPlusNormal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E7255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с 1 января 2017 года.</w:t>
      </w:r>
    </w:p>
    <w:p w:rsidR="002C6299" w:rsidRDefault="002C6299" w:rsidP="00A35BA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E7255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Pr="000E1CB3">
        <w:rPr>
          <w:rFonts w:ascii="Times New Roman" w:hAnsi="Times New Roman"/>
          <w:sz w:val="28"/>
          <w:szCs w:val="28"/>
        </w:rPr>
        <w:t xml:space="preserve">решения возложить на  начальника финансового управления администрации Лебяжского района Скаредину Надежду Ильдусовну. </w:t>
      </w:r>
    </w:p>
    <w:p w:rsidR="002C6299" w:rsidRDefault="002C6299" w:rsidP="00A35BA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6299" w:rsidRPr="00931072" w:rsidRDefault="002C6299" w:rsidP="00861AAF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rFonts w:ascii="Times New Roman" w:hAnsi="Times New Roman"/>
          <w:sz w:val="28"/>
          <w:szCs w:val="28"/>
        </w:rPr>
      </w:pPr>
      <w:r w:rsidRPr="00931072">
        <w:rPr>
          <w:rFonts w:ascii="Times New Roman" w:hAnsi="Times New Roman"/>
          <w:sz w:val="28"/>
          <w:szCs w:val="28"/>
        </w:rPr>
        <w:t>Председатель Лебяжской</w:t>
      </w:r>
    </w:p>
    <w:p w:rsidR="002C6299" w:rsidRPr="00931072" w:rsidRDefault="002C6299" w:rsidP="00861AAF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rFonts w:ascii="Times New Roman" w:hAnsi="Times New Roman"/>
          <w:sz w:val="28"/>
          <w:szCs w:val="28"/>
        </w:rPr>
      </w:pPr>
      <w:r w:rsidRPr="00931072">
        <w:rPr>
          <w:rFonts w:ascii="Times New Roman" w:hAnsi="Times New Roman"/>
          <w:sz w:val="28"/>
          <w:szCs w:val="28"/>
        </w:rPr>
        <w:t xml:space="preserve">районной Думы </w:t>
      </w:r>
      <w:bookmarkStart w:id="0" w:name="_GoBack"/>
      <w:bookmarkEnd w:id="0"/>
      <w:r w:rsidRPr="00931072">
        <w:rPr>
          <w:rFonts w:ascii="Times New Roman" w:hAnsi="Times New Roman"/>
          <w:sz w:val="28"/>
          <w:szCs w:val="28"/>
        </w:rPr>
        <w:t>В.Н. Гуляев</w:t>
      </w:r>
    </w:p>
    <w:p w:rsidR="002C6299" w:rsidRPr="00931072" w:rsidRDefault="002C6299" w:rsidP="00861AAF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rFonts w:ascii="Times New Roman" w:hAnsi="Times New Roman"/>
          <w:sz w:val="28"/>
          <w:szCs w:val="28"/>
        </w:rPr>
      </w:pPr>
    </w:p>
    <w:sectPr w:rsidR="002C6299" w:rsidRPr="00931072" w:rsidSect="00B9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AAF"/>
    <w:rsid w:val="000000E3"/>
    <w:rsid w:val="0000067C"/>
    <w:rsid w:val="00001232"/>
    <w:rsid w:val="00001E85"/>
    <w:rsid w:val="00002713"/>
    <w:rsid w:val="00003CD5"/>
    <w:rsid w:val="00004219"/>
    <w:rsid w:val="000049BF"/>
    <w:rsid w:val="00006C33"/>
    <w:rsid w:val="00010ABD"/>
    <w:rsid w:val="000136B4"/>
    <w:rsid w:val="00013B85"/>
    <w:rsid w:val="00014A11"/>
    <w:rsid w:val="00016B3E"/>
    <w:rsid w:val="000175ED"/>
    <w:rsid w:val="000203A6"/>
    <w:rsid w:val="0002098A"/>
    <w:rsid w:val="00021154"/>
    <w:rsid w:val="000217F4"/>
    <w:rsid w:val="00022107"/>
    <w:rsid w:val="00023D80"/>
    <w:rsid w:val="000249F0"/>
    <w:rsid w:val="000259E8"/>
    <w:rsid w:val="00025FAB"/>
    <w:rsid w:val="0003020D"/>
    <w:rsid w:val="000315ED"/>
    <w:rsid w:val="00031B63"/>
    <w:rsid w:val="000325F4"/>
    <w:rsid w:val="00032F53"/>
    <w:rsid w:val="00033C0C"/>
    <w:rsid w:val="00036CEA"/>
    <w:rsid w:val="00037B7E"/>
    <w:rsid w:val="00040A25"/>
    <w:rsid w:val="0004170D"/>
    <w:rsid w:val="00043227"/>
    <w:rsid w:val="000438DA"/>
    <w:rsid w:val="00043FE5"/>
    <w:rsid w:val="00044E9E"/>
    <w:rsid w:val="0004665F"/>
    <w:rsid w:val="00046D79"/>
    <w:rsid w:val="00050B38"/>
    <w:rsid w:val="00051811"/>
    <w:rsid w:val="0005258B"/>
    <w:rsid w:val="00053352"/>
    <w:rsid w:val="00053E1F"/>
    <w:rsid w:val="00054038"/>
    <w:rsid w:val="00055212"/>
    <w:rsid w:val="00055B2D"/>
    <w:rsid w:val="00057ECF"/>
    <w:rsid w:val="00060487"/>
    <w:rsid w:val="00062453"/>
    <w:rsid w:val="000633C3"/>
    <w:rsid w:val="000633F5"/>
    <w:rsid w:val="000649B5"/>
    <w:rsid w:val="00070982"/>
    <w:rsid w:val="0007162D"/>
    <w:rsid w:val="00071659"/>
    <w:rsid w:val="0007237B"/>
    <w:rsid w:val="000734E3"/>
    <w:rsid w:val="000748C9"/>
    <w:rsid w:val="00075F51"/>
    <w:rsid w:val="00076D5E"/>
    <w:rsid w:val="000771FE"/>
    <w:rsid w:val="00077C2C"/>
    <w:rsid w:val="00077C5A"/>
    <w:rsid w:val="0008299B"/>
    <w:rsid w:val="000832DA"/>
    <w:rsid w:val="00083879"/>
    <w:rsid w:val="00083CBD"/>
    <w:rsid w:val="0008402E"/>
    <w:rsid w:val="00084FB2"/>
    <w:rsid w:val="00085109"/>
    <w:rsid w:val="00085EDF"/>
    <w:rsid w:val="000872F1"/>
    <w:rsid w:val="00087A0C"/>
    <w:rsid w:val="00087E13"/>
    <w:rsid w:val="00090702"/>
    <w:rsid w:val="00090EE0"/>
    <w:rsid w:val="00091493"/>
    <w:rsid w:val="00092995"/>
    <w:rsid w:val="00093C62"/>
    <w:rsid w:val="00093F5C"/>
    <w:rsid w:val="000948E8"/>
    <w:rsid w:val="00095A7E"/>
    <w:rsid w:val="000961D2"/>
    <w:rsid w:val="00096B57"/>
    <w:rsid w:val="00096B6D"/>
    <w:rsid w:val="000A026B"/>
    <w:rsid w:val="000A0620"/>
    <w:rsid w:val="000A0B41"/>
    <w:rsid w:val="000A0FDD"/>
    <w:rsid w:val="000A1BE6"/>
    <w:rsid w:val="000A2DE5"/>
    <w:rsid w:val="000A3059"/>
    <w:rsid w:val="000A33AE"/>
    <w:rsid w:val="000A3D42"/>
    <w:rsid w:val="000A4EA2"/>
    <w:rsid w:val="000A4F9C"/>
    <w:rsid w:val="000A5347"/>
    <w:rsid w:val="000A553D"/>
    <w:rsid w:val="000A619C"/>
    <w:rsid w:val="000A66C2"/>
    <w:rsid w:val="000A6CA5"/>
    <w:rsid w:val="000A7EB6"/>
    <w:rsid w:val="000B07CF"/>
    <w:rsid w:val="000B12A7"/>
    <w:rsid w:val="000B1EDB"/>
    <w:rsid w:val="000B3089"/>
    <w:rsid w:val="000B33F3"/>
    <w:rsid w:val="000B4CEE"/>
    <w:rsid w:val="000B4F0B"/>
    <w:rsid w:val="000B6204"/>
    <w:rsid w:val="000B62AB"/>
    <w:rsid w:val="000C18D2"/>
    <w:rsid w:val="000C1A0A"/>
    <w:rsid w:val="000C27AF"/>
    <w:rsid w:val="000C29A8"/>
    <w:rsid w:val="000C2BEA"/>
    <w:rsid w:val="000C3E29"/>
    <w:rsid w:val="000C4FAF"/>
    <w:rsid w:val="000C574F"/>
    <w:rsid w:val="000D32D4"/>
    <w:rsid w:val="000D4E79"/>
    <w:rsid w:val="000D502A"/>
    <w:rsid w:val="000D5C33"/>
    <w:rsid w:val="000D5F85"/>
    <w:rsid w:val="000E0FA9"/>
    <w:rsid w:val="000E1CB3"/>
    <w:rsid w:val="000E2146"/>
    <w:rsid w:val="000E2E3F"/>
    <w:rsid w:val="000E3CE8"/>
    <w:rsid w:val="000E4EAE"/>
    <w:rsid w:val="000E560B"/>
    <w:rsid w:val="000E5703"/>
    <w:rsid w:val="000E59C6"/>
    <w:rsid w:val="000E7E4C"/>
    <w:rsid w:val="000F01DE"/>
    <w:rsid w:val="000F09DD"/>
    <w:rsid w:val="000F1F00"/>
    <w:rsid w:val="000F2629"/>
    <w:rsid w:val="000F40A0"/>
    <w:rsid w:val="000F4852"/>
    <w:rsid w:val="000F6B65"/>
    <w:rsid w:val="00101BF8"/>
    <w:rsid w:val="0010245A"/>
    <w:rsid w:val="00102869"/>
    <w:rsid w:val="0010366D"/>
    <w:rsid w:val="001039BA"/>
    <w:rsid w:val="00104DE9"/>
    <w:rsid w:val="001072AC"/>
    <w:rsid w:val="0011046E"/>
    <w:rsid w:val="001105FD"/>
    <w:rsid w:val="0011162C"/>
    <w:rsid w:val="00112035"/>
    <w:rsid w:val="00112600"/>
    <w:rsid w:val="00112813"/>
    <w:rsid w:val="001140BE"/>
    <w:rsid w:val="001142E4"/>
    <w:rsid w:val="00115A29"/>
    <w:rsid w:val="00116623"/>
    <w:rsid w:val="0011685C"/>
    <w:rsid w:val="00116992"/>
    <w:rsid w:val="00117384"/>
    <w:rsid w:val="00117C71"/>
    <w:rsid w:val="0012077C"/>
    <w:rsid w:val="00121002"/>
    <w:rsid w:val="0012198D"/>
    <w:rsid w:val="00122145"/>
    <w:rsid w:val="00122D2D"/>
    <w:rsid w:val="001236DC"/>
    <w:rsid w:val="0012504E"/>
    <w:rsid w:val="001267C3"/>
    <w:rsid w:val="00127533"/>
    <w:rsid w:val="00130A23"/>
    <w:rsid w:val="00130C39"/>
    <w:rsid w:val="001320F6"/>
    <w:rsid w:val="00134E41"/>
    <w:rsid w:val="0013661B"/>
    <w:rsid w:val="00136913"/>
    <w:rsid w:val="00140CE6"/>
    <w:rsid w:val="00141D38"/>
    <w:rsid w:val="001427B0"/>
    <w:rsid w:val="00142866"/>
    <w:rsid w:val="001428F9"/>
    <w:rsid w:val="001441D0"/>
    <w:rsid w:val="001456BE"/>
    <w:rsid w:val="00146246"/>
    <w:rsid w:val="00146AD6"/>
    <w:rsid w:val="00146CBC"/>
    <w:rsid w:val="00150837"/>
    <w:rsid w:val="00152341"/>
    <w:rsid w:val="0015444B"/>
    <w:rsid w:val="00154BE7"/>
    <w:rsid w:val="00154E04"/>
    <w:rsid w:val="00155927"/>
    <w:rsid w:val="001562FA"/>
    <w:rsid w:val="00157D98"/>
    <w:rsid w:val="00160561"/>
    <w:rsid w:val="00160897"/>
    <w:rsid w:val="00161273"/>
    <w:rsid w:val="00161A3A"/>
    <w:rsid w:val="00161B73"/>
    <w:rsid w:val="00164871"/>
    <w:rsid w:val="0016498E"/>
    <w:rsid w:val="001649B4"/>
    <w:rsid w:val="001651E2"/>
    <w:rsid w:val="00165C24"/>
    <w:rsid w:val="00166089"/>
    <w:rsid w:val="00166774"/>
    <w:rsid w:val="001673E5"/>
    <w:rsid w:val="0016758E"/>
    <w:rsid w:val="00172330"/>
    <w:rsid w:val="0017382A"/>
    <w:rsid w:val="00174C7B"/>
    <w:rsid w:val="00175926"/>
    <w:rsid w:val="001770E4"/>
    <w:rsid w:val="00177B0D"/>
    <w:rsid w:val="00177C4D"/>
    <w:rsid w:val="0018039B"/>
    <w:rsid w:val="001818CC"/>
    <w:rsid w:val="00182BD8"/>
    <w:rsid w:val="0018311A"/>
    <w:rsid w:val="00183F3A"/>
    <w:rsid w:val="00185AFA"/>
    <w:rsid w:val="00185FCD"/>
    <w:rsid w:val="00187DA6"/>
    <w:rsid w:val="00190078"/>
    <w:rsid w:val="001914C5"/>
    <w:rsid w:val="0019235A"/>
    <w:rsid w:val="00192878"/>
    <w:rsid w:val="001934DA"/>
    <w:rsid w:val="00193682"/>
    <w:rsid w:val="00194314"/>
    <w:rsid w:val="00194E84"/>
    <w:rsid w:val="001960D2"/>
    <w:rsid w:val="001961D4"/>
    <w:rsid w:val="00196CEF"/>
    <w:rsid w:val="001A05BF"/>
    <w:rsid w:val="001A4663"/>
    <w:rsid w:val="001A5119"/>
    <w:rsid w:val="001A57B3"/>
    <w:rsid w:val="001A5CA5"/>
    <w:rsid w:val="001A5F4F"/>
    <w:rsid w:val="001A6236"/>
    <w:rsid w:val="001A67C3"/>
    <w:rsid w:val="001A6D81"/>
    <w:rsid w:val="001A6DE0"/>
    <w:rsid w:val="001A7B9A"/>
    <w:rsid w:val="001B248E"/>
    <w:rsid w:val="001B260F"/>
    <w:rsid w:val="001B2B51"/>
    <w:rsid w:val="001B3140"/>
    <w:rsid w:val="001B3386"/>
    <w:rsid w:val="001B44A3"/>
    <w:rsid w:val="001B473F"/>
    <w:rsid w:val="001B4B41"/>
    <w:rsid w:val="001B580B"/>
    <w:rsid w:val="001B62E4"/>
    <w:rsid w:val="001C0453"/>
    <w:rsid w:val="001C20D3"/>
    <w:rsid w:val="001C21D7"/>
    <w:rsid w:val="001C3AE1"/>
    <w:rsid w:val="001C3B51"/>
    <w:rsid w:val="001C4400"/>
    <w:rsid w:val="001C4F01"/>
    <w:rsid w:val="001C573A"/>
    <w:rsid w:val="001C73D6"/>
    <w:rsid w:val="001C7592"/>
    <w:rsid w:val="001C7E47"/>
    <w:rsid w:val="001D034D"/>
    <w:rsid w:val="001D1214"/>
    <w:rsid w:val="001D2927"/>
    <w:rsid w:val="001D394B"/>
    <w:rsid w:val="001D4EB9"/>
    <w:rsid w:val="001D63C7"/>
    <w:rsid w:val="001D65E9"/>
    <w:rsid w:val="001D68AD"/>
    <w:rsid w:val="001D7D14"/>
    <w:rsid w:val="001E0F86"/>
    <w:rsid w:val="001E13DF"/>
    <w:rsid w:val="001E206D"/>
    <w:rsid w:val="001E27F4"/>
    <w:rsid w:val="001E2B6D"/>
    <w:rsid w:val="001E3755"/>
    <w:rsid w:val="001E3DB4"/>
    <w:rsid w:val="001E4AAE"/>
    <w:rsid w:val="001E4CB6"/>
    <w:rsid w:val="001E522F"/>
    <w:rsid w:val="001E58A1"/>
    <w:rsid w:val="001E655D"/>
    <w:rsid w:val="001E7AE6"/>
    <w:rsid w:val="001F110F"/>
    <w:rsid w:val="001F166E"/>
    <w:rsid w:val="001F16B8"/>
    <w:rsid w:val="001F22E0"/>
    <w:rsid w:val="001F4D64"/>
    <w:rsid w:val="001F5C4E"/>
    <w:rsid w:val="001F6056"/>
    <w:rsid w:val="001F7036"/>
    <w:rsid w:val="002001EB"/>
    <w:rsid w:val="00200609"/>
    <w:rsid w:val="002038C4"/>
    <w:rsid w:val="00206657"/>
    <w:rsid w:val="0020696F"/>
    <w:rsid w:val="00206E76"/>
    <w:rsid w:val="00207641"/>
    <w:rsid w:val="002113D2"/>
    <w:rsid w:val="00211D67"/>
    <w:rsid w:val="00212DDC"/>
    <w:rsid w:val="00212FC3"/>
    <w:rsid w:val="002139A4"/>
    <w:rsid w:val="00214B7F"/>
    <w:rsid w:val="00216851"/>
    <w:rsid w:val="00216EDE"/>
    <w:rsid w:val="002214AA"/>
    <w:rsid w:val="002254A3"/>
    <w:rsid w:val="00225672"/>
    <w:rsid w:val="00225D77"/>
    <w:rsid w:val="00225F73"/>
    <w:rsid w:val="002260DF"/>
    <w:rsid w:val="00227768"/>
    <w:rsid w:val="002305C3"/>
    <w:rsid w:val="00231BE3"/>
    <w:rsid w:val="002356F9"/>
    <w:rsid w:val="0023703A"/>
    <w:rsid w:val="00237EC3"/>
    <w:rsid w:val="002410AB"/>
    <w:rsid w:val="0024158F"/>
    <w:rsid w:val="00241DEE"/>
    <w:rsid w:val="00241E94"/>
    <w:rsid w:val="00242FAF"/>
    <w:rsid w:val="00243150"/>
    <w:rsid w:val="0024337F"/>
    <w:rsid w:val="002455E0"/>
    <w:rsid w:val="002468D3"/>
    <w:rsid w:val="0025074B"/>
    <w:rsid w:val="00250ADD"/>
    <w:rsid w:val="002510F0"/>
    <w:rsid w:val="00251145"/>
    <w:rsid w:val="00253331"/>
    <w:rsid w:val="002535A8"/>
    <w:rsid w:val="002541DB"/>
    <w:rsid w:val="00254292"/>
    <w:rsid w:val="00254D77"/>
    <w:rsid w:val="00254E15"/>
    <w:rsid w:val="00255106"/>
    <w:rsid w:val="00256817"/>
    <w:rsid w:val="00256FF7"/>
    <w:rsid w:val="00260E38"/>
    <w:rsid w:val="002613DC"/>
    <w:rsid w:val="00261F32"/>
    <w:rsid w:val="00263378"/>
    <w:rsid w:val="00263CAC"/>
    <w:rsid w:val="002641D4"/>
    <w:rsid w:val="00264382"/>
    <w:rsid w:val="0026767C"/>
    <w:rsid w:val="0026778F"/>
    <w:rsid w:val="0027019F"/>
    <w:rsid w:val="00270B88"/>
    <w:rsid w:val="00271F2E"/>
    <w:rsid w:val="0027320E"/>
    <w:rsid w:val="0027325B"/>
    <w:rsid w:val="0027361F"/>
    <w:rsid w:val="00273F34"/>
    <w:rsid w:val="002757C3"/>
    <w:rsid w:val="00277817"/>
    <w:rsid w:val="00277907"/>
    <w:rsid w:val="00277B99"/>
    <w:rsid w:val="00277CD3"/>
    <w:rsid w:val="00280AA4"/>
    <w:rsid w:val="00280C88"/>
    <w:rsid w:val="0028101C"/>
    <w:rsid w:val="00281620"/>
    <w:rsid w:val="00282E33"/>
    <w:rsid w:val="002830DC"/>
    <w:rsid w:val="00284F7A"/>
    <w:rsid w:val="002904C3"/>
    <w:rsid w:val="00291ADC"/>
    <w:rsid w:val="002926E2"/>
    <w:rsid w:val="00292AC8"/>
    <w:rsid w:val="002943E6"/>
    <w:rsid w:val="00294774"/>
    <w:rsid w:val="00294F8B"/>
    <w:rsid w:val="002977B9"/>
    <w:rsid w:val="0029794F"/>
    <w:rsid w:val="002A19B8"/>
    <w:rsid w:val="002A579E"/>
    <w:rsid w:val="002A69F4"/>
    <w:rsid w:val="002B0ECE"/>
    <w:rsid w:val="002B1E93"/>
    <w:rsid w:val="002B2579"/>
    <w:rsid w:val="002B2BE2"/>
    <w:rsid w:val="002B2DEE"/>
    <w:rsid w:val="002B41DC"/>
    <w:rsid w:val="002B44B3"/>
    <w:rsid w:val="002B4F21"/>
    <w:rsid w:val="002B5272"/>
    <w:rsid w:val="002B5395"/>
    <w:rsid w:val="002B6622"/>
    <w:rsid w:val="002B7FCB"/>
    <w:rsid w:val="002C00EA"/>
    <w:rsid w:val="002C0F5A"/>
    <w:rsid w:val="002C194A"/>
    <w:rsid w:val="002C2B7D"/>
    <w:rsid w:val="002C2DB1"/>
    <w:rsid w:val="002C3578"/>
    <w:rsid w:val="002C5130"/>
    <w:rsid w:val="002C5779"/>
    <w:rsid w:val="002C5A28"/>
    <w:rsid w:val="002C5EF0"/>
    <w:rsid w:val="002C6299"/>
    <w:rsid w:val="002D00E7"/>
    <w:rsid w:val="002D0603"/>
    <w:rsid w:val="002D5038"/>
    <w:rsid w:val="002D50D7"/>
    <w:rsid w:val="002D565F"/>
    <w:rsid w:val="002D56CC"/>
    <w:rsid w:val="002D673D"/>
    <w:rsid w:val="002D70BF"/>
    <w:rsid w:val="002D766D"/>
    <w:rsid w:val="002E0646"/>
    <w:rsid w:val="002E0AD6"/>
    <w:rsid w:val="002E2114"/>
    <w:rsid w:val="002E31B3"/>
    <w:rsid w:val="002E43A2"/>
    <w:rsid w:val="002E5844"/>
    <w:rsid w:val="002E5B0F"/>
    <w:rsid w:val="002F2318"/>
    <w:rsid w:val="002F3342"/>
    <w:rsid w:val="002F5FD4"/>
    <w:rsid w:val="002F6009"/>
    <w:rsid w:val="002F76EB"/>
    <w:rsid w:val="00300EC1"/>
    <w:rsid w:val="003017A7"/>
    <w:rsid w:val="003028FA"/>
    <w:rsid w:val="00302964"/>
    <w:rsid w:val="00304788"/>
    <w:rsid w:val="00306310"/>
    <w:rsid w:val="00306FC1"/>
    <w:rsid w:val="00307649"/>
    <w:rsid w:val="00310F02"/>
    <w:rsid w:val="00311EBC"/>
    <w:rsid w:val="0031309B"/>
    <w:rsid w:val="00313C2D"/>
    <w:rsid w:val="00315545"/>
    <w:rsid w:val="00315B95"/>
    <w:rsid w:val="00316824"/>
    <w:rsid w:val="00316B50"/>
    <w:rsid w:val="00317631"/>
    <w:rsid w:val="00317CBB"/>
    <w:rsid w:val="00321335"/>
    <w:rsid w:val="00321359"/>
    <w:rsid w:val="00322260"/>
    <w:rsid w:val="00323997"/>
    <w:rsid w:val="00323AE4"/>
    <w:rsid w:val="00323FD0"/>
    <w:rsid w:val="00325087"/>
    <w:rsid w:val="003252C5"/>
    <w:rsid w:val="0032552D"/>
    <w:rsid w:val="00325541"/>
    <w:rsid w:val="00327DCF"/>
    <w:rsid w:val="00330C8D"/>
    <w:rsid w:val="003318B9"/>
    <w:rsid w:val="00331C59"/>
    <w:rsid w:val="003320B2"/>
    <w:rsid w:val="00333A20"/>
    <w:rsid w:val="00334F80"/>
    <w:rsid w:val="003404D5"/>
    <w:rsid w:val="003406D0"/>
    <w:rsid w:val="00343952"/>
    <w:rsid w:val="0034565F"/>
    <w:rsid w:val="00350170"/>
    <w:rsid w:val="00350D36"/>
    <w:rsid w:val="00351537"/>
    <w:rsid w:val="00352945"/>
    <w:rsid w:val="00354436"/>
    <w:rsid w:val="00354ABE"/>
    <w:rsid w:val="00355925"/>
    <w:rsid w:val="00355A26"/>
    <w:rsid w:val="0035676E"/>
    <w:rsid w:val="00357ACF"/>
    <w:rsid w:val="00357CEA"/>
    <w:rsid w:val="00362103"/>
    <w:rsid w:val="0036498C"/>
    <w:rsid w:val="003653DA"/>
    <w:rsid w:val="00367CE3"/>
    <w:rsid w:val="0037035E"/>
    <w:rsid w:val="00370A71"/>
    <w:rsid w:val="00370EE1"/>
    <w:rsid w:val="00374089"/>
    <w:rsid w:val="0037432D"/>
    <w:rsid w:val="00375C4C"/>
    <w:rsid w:val="0037776A"/>
    <w:rsid w:val="003807A0"/>
    <w:rsid w:val="00381AA4"/>
    <w:rsid w:val="00382DA4"/>
    <w:rsid w:val="00383067"/>
    <w:rsid w:val="00383393"/>
    <w:rsid w:val="0038488C"/>
    <w:rsid w:val="0038511B"/>
    <w:rsid w:val="00386E8D"/>
    <w:rsid w:val="0038713D"/>
    <w:rsid w:val="00387DE7"/>
    <w:rsid w:val="00390062"/>
    <w:rsid w:val="00390E67"/>
    <w:rsid w:val="00391092"/>
    <w:rsid w:val="0039119B"/>
    <w:rsid w:val="003916D5"/>
    <w:rsid w:val="0039171D"/>
    <w:rsid w:val="0039375F"/>
    <w:rsid w:val="00394E20"/>
    <w:rsid w:val="003953B4"/>
    <w:rsid w:val="003955AA"/>
    <w:rsid w:val="003972A7"/>
    <w:rsid w:val="003A18F8"/>
    <w:rsid w:val="003A1EE4"/>
    <w:rsid w:val="003A25D4"/>
    <w:rsid w:val="003A5E49"/>
    <w:rsid w:val="003A67A9"/>
    <w:rsid w:val="003B09B2"/>
    <w:rsid w:val="003B2C44"/>
    <w:rsid w:val="003B3489"/>
    <w:rsid w:val="003B34F0"/>
    <w:rsid w:val="003B38C6"/>
    <w:rsid w:val="003B3B62"/>
    <w:rsid w:val="003B4DA6"/>
    <w:rsid w:val="003B5AD5"/>
    <w:rsid w:val="003B68A9"/>
    <w:rsid w:val="003B6DC7"/>
    <w:rsid w:val="003C035C"/>
    <w:rsid w:val="003C3415"/>
    <w:rsid w:val="003C3CD5"/>
    <w:rsid w:val="003C3FEB"/>
    <w:rsid w:val="003C4D4A"/>
    <w:rsid w:val="003C5E86"/>
    <w:rsid w:val="003C64F7"/>
    <w:rsid w:val="003C6898"/>
    <w:rsid w:val="003C73F4"/>
    <w:rsid w:val="003C7754"/>
    <w:rsid w:val="003D107A"/>
    <w:rsid w:val="003D3A86"/>
    <w:rsid w:val="003D4116"/>
    <w:rsid w:val="003D638C"/>
    <w:rsid w:val="003D6EB9"/>
    <w:rsid w:val="003D7D42"/>
    <w:rsid w:val="003E02D3"/>
    <w:rsid w:val="003E0342"/>
    <w:rsid w:val="003E20C5"/>
    <w:rsid w:val="003E2E51"/>
    <w:rsid w:val="003E337E"/>
    <w:rsid w:val="003E3B50"/>
    <w:rsid w:val="003E46AF"/>
    <w:rsid w:val="003E501F"/>
    <w:rsid w:val="003E53C3"/>
    <w:rsid w:val="003E69A2"/>
    <w:rsid w:val="003E721E"/>
    <w:rsid w:val="003F05CE"/>
    <w:rsid w:val="003F3D4E"/>
    <w:rsid w:val="003F4B64"/>
    <w:rsid w:val="003F4D53"/>
    <w:rsid w:val="003F5244"/>
    <w:rsid w:val="003F7E44"/>
    <w:rsid w:val="003F7E53"/>
    <w:rsid w:val="004001D0"/>
    <w:rsid w:val="00401DC5"/>
    <w:rsid w:val="0040280D"/>
    <w:rsid w:val="004034FD"/>
    <w:rsid w:val="00403FE8"/>
    <w:rsid w:val="00404191"/>
    <w:rsid w:val="0041328B"/>
    <w:rsid w:val="00416F55"/>
    <w:rsid w:val="00417BE0"/>
    <w:rsid w:val="00420C00"/>
    <w:rsid w:val="0042240C"/>
    <w:rsid w:val="004227A9"/>
    <w:rsid w:val="004227FC"/>
    <w:rsid w:val="00422B8B"/>
    <w:rsid w:val="00423336"/>
    <w:rsid w:val="00423363"/>
    <w:rsid w:val="00424393"/>
    <w:rsid w:val="00425355"/>
    <w:rsid w:val="00426676"/>
    <w:rsid w:val="004308FD"/>
    <w:rsid w:val="00433656"/>
    <w:rsid w:val="00435447"/>
    <w:rsid w:val="00436223"/>
    <w:rsid w:val="00440399"/>
    <w:rsid w:val="00441863"/>
    <w:rsid w:val="00441B96"/>
    <w:rsid w:val="00442877"/>
    <w:rsid w:val="00442F94"/>
    <w:rsid w:val="0044351E"/>
    <w:rsid w:val="0044425D"/>
    <w:rsid w:val="00444600"/>
    <w:rsid w:val="00446B5D"/>
    <w:rsid w:val="00450013"/>
    <w:rsid w:val="00451BDB"/>
    <w:rsid w:val="00452AFC"/>
    <w:rsid w:val="00453036"/>
    <w:rsid w:val="004545F0"/>
    <w:rsid w:val="0045545B"/>
    <w:rsid w:val="00456823"/>
    <w:rsid w:val="004570E0"/>
    <w:rsid w:val="00457ED8"/>
    <w:rsid w:val="0046001E"/>
    <w:rsid w:val="00460985"/>
    <w:rsid w:val="00461DF8"/>
    <w:rsid w:val="00461FB4"/>
    <w:rsid w:val="004621C8"/>
    <w:rsid w:val="004648F8"/>
    <w:rsid w:val="00465F27"/>
    <w:rsid w:val="0046693F"/>
    <w:rsid w:val="0046732D"/>
    <w:rsid w:val="00467809"/>
    <w:rsid w:val="00467B41"/>
    <w:rsid w:val="00467B66"/>
    <w:rsid w:val="00467C76"/>
    <w:rsid w:val="0047094A"/>
    <w:rsid w:val="00470AD8"/>
    <w:rsid w:val="00470D84"/>
    <w:rsid w:val="00472387"/>
    <w:rsid w:val="004727A9"/>
    <w:rsid w:val="00475786"/>
    <w:rsid w:val="00475843"/>
    <w:rsid w:val="0047708A"/>
    <w:rsid w:val="00480A0B"/>
    <w:rsid w:val="00480C2A"/>
    <w:rsid w:val="00481006"/>
    <w:rsid w:val="004817A5"/>
    <w:rsid w:val="00481834"/>
    <w:rsid w:val="00482383"/>
    <w:rsid w:val="00482CFA"/>
    <w:rsid w:val="00483A5E"/>
    <w:rsid w:val="00484099"/>
    <w:rsid w:val="00485083"/>
    <w:rsid w:val="00485ACF"/>
    <w:rsid w:val="00486A5C"/>
    <w:rsid w:val="00491CA7"/>
    <w:rsid w:val="00494583"/>
    <w:rsid w:val="0049547E"/>
    <w:rsid w:val="00496B94"/>
    <w:rsid w:val="00496E8D"/>
    <w:rsid w:val="00497C08"/>
    <w:rsid w:val="004A0A62"/>
    <w:rsid w:val="004A10F2"/>
    <w:rsid w:val="004A1401"/>
    <w:rsid w:val="004A4C54"/>
    <w:rsid w:val="004A513C"/>
    <w:rsid w:val="004A661A"/>
    <w:rsid w:val="004A6724"/>
    <w:rsid w:val="004A7863"/>
    <w:rsid w:val="004B034E"/>
    <w:rsid w:val="004B0A33"/>
    <w:rsid w:val="004B1CA5"/>
    <w:rsid w:val="004B295B"/>
    <w:rsid w:val="004B2AC0"/>
    <w:rsid w:val="004B3638"/>
    <w:rsid w:val="004B3F2D"/>
    <w:rsid w:val="004B4729"/>
    <w:rsid w:val="004B6633"/>
    <w:rsid w:val="004B7151"/>
    <w:rsid w:val="004B7BF6"/>
    <w:rsid w:val="004B7D35"/>
    <w:rsid w:val="004C2703"/>
    <w:rsid w:val="004C29F6"/>
    <w:rsid w:val="004C503B"/>
    <w:rsid w:val="004C5C3C"/>
    <w:rsid w:val="004C6474"/>
    <w:rsid w:val="004D072E"/>
    <w:rsid w:val="004D0C19"/>
    <w:rsid w:val="004D0FD5"/>
    <w:rsid w:val="004D25AB"/>
    <w:rsid w:val="004D4024"/>
    <w:rsid w:val="004D469A"/>
    <w:rsid w:val="004D4CA7"/>
    <w:rsid w:val="004D780B"/>
    <w:rsid w:val="004D7A5D"/>
    <w:rsid w:val="004E253E"/>
    <w:rsid w:val="004E3075"/>
    <w:rsid w:val="004E358A"/>
    <w:rsid w:val="004E36D5"/>
    <w:rsid w:val="004E376E"/>
    <w:rsid w:val="004E4EA6"/>
    <w:rsid w:val="004E596E"/>
    <w:rsid w:val="004E6A31"/>
    <w:rsid w:val="004F29CA"/>
    <w:rsid w:val="004F2A5D"/>
    <w:rsid w:val="004F3EA7"/>
    <w:rsid w:val="004F6988"/>
    <w:rsid w:val="0050027D"/>
    <w:rsid w:val="00501738"/>
    <w:rsid w:val="00501807"/>
    <w:rsid w:val="00503D06"/>
    <w:rsid w:val="00503E22"/>
    <w:rsid w:val="0050481E"/>
    <w:rsid w:val="0050501E"/>
    <w:rsid w:val="005052B5"/>
    <w:rsid w:val="005058E4"/>
    <w:rsid w:val="005068FF"/>
    <w:rsid w:val="005070B0"/>
    <w:rsid w:val="00507DB2"/>
    <w:rsid w:val="00510A06"/>
    <w:rsid w:val="00511913"/>
    <w:rsid w:val="005121DD"/>
    <w:rsid w:val="005122D1"/>
    <w:rsid w:val="00513C03"/>
    <w:rsid w:val="005162A8"/>
    <w:rsid w:val="00516EAD"/>
    <w:rsid w:val="0051737D"/>
    <w:rsid w:val="00522A3C"/>
    <w:rsid w:val="00522C17"/>
    <w:rsid w:val="00526783"/>
    <w:rsid w:val="00527884"/>
    <w:rsid w:val="0053023E"/>
    <w:rsid w:val="00530562"/>
    <w:rsid w:val="00531087"/>
    <w:rsid w:val="0053148A"/>
    <w:rsid w:val="00532382"/>
    <w:rsid w:val="00533190"/>
    <w:rsid w:val="00534B77"/>
    <w:rsid w:val="00535A90"/>
    <w:rsid w:val="00535F0B"/>
    <w:rsid w:val="00536C47"/>
    <w:rsid w:val="00537397"/>
    <w:rsid w:val="00537DAA"/>
    <w:rsid w:val="0054079B"/>
    <w:rsid w:val="00541FE1"/>
    <w:rsid w:val="0054450D"/>
    <w:rsid w:val="00545F2A"/>
    <w:rsid w:val="00546ED5"/>
    <w:rsid w:val="00550B28"/>
    <w:rsid w:val="0055171B"/>
    <w:rsid w:val="00551749"/>
    <w:rsid w:val="00552616"/>
    <w:rsid w:val="00552948"/>
    <w:rsid w:val="00554588"/>
    <w:rsid w:val="005545C3"/>
    <w:rsid w:val="005574B0"/>
    <w:rsid w:val="005607C1"/>
    <w:rsid w:val="00561205"/>
    <w:rsid w:val="00561C2C"/>
    <w:rsid w:val="00561DB5"/>
    <w:rsid w:val="005636C7"/>
    <w:rsid w:val="005641CC"/>
    <w:rsid w:val="0056452E"/>
    <w:rsid w:val="00565154"/>
    <w:rsid w:val="0056751D"/>
    <w:rsid w:val="00567762"/>
    <w:rsid w:val="00570172"/>
    <w:rsid w:val="00570698"/>
    <w:rsid w:val="005712AC"/>
    <w:rsid w:val="005716B5"/>
    <w:rsid w:val="005729A3"/>
    <w:rsid w:val="00573429"/>
    <w:rsid w:val="00574030"/>
    <w:rsid w:val="00574484"/>
    <w:rsid w:val="00580BAB"/>
    <w:rsid w:val="0058492E"/>
    <w:rsid w:val="00584A99"/>
    <w:rsid w:val="005850B7"/>
    <w:rsid w:val="005859EA"/>
    <w:rsid w:val="00585D7C"/>
    <w:rsid w:val="00585FD4"/>
    <w:rsid w:val="00586221"/>
    <w:rsid w:val="00586388"/>
    <w:rsid w:val="00586F0E"/>
    <w:rsid w:val="005870D6"/>
    <w:rsid w:val="00587283"/>
    <w:rsid w:val="005877AF"/>
    <w:rsid w:val="00587E11"/>
    <w:rsid w:val="00590310"/>
    <w:rsid w:val="00591283"/>
    <w:rsid w:val="005919D5"/>
    <w:rsid w:val="00592C8E"/>
    <w:rsid w:val="00594DFA"/>
    <w:rsid w:val="005A0AAD"/>
    <w:rsid w:val="005A30FF"/>
    <w:rsid w:val="005A498C"/>
    <w:rsid w:val="005A4DA8"/>
    <w:rsid w:val="005A4DDC"/>
    <w:rsid w:val="005A58B8"/>
    <w:rsid w:val="005A6695"/>
    <w:rsid w:val="005A6915"/>
    <w:rsid w:val="005A7968"/>
    <w:rsid w:val="005B0081"/>
    <w:rsid w:val="005B1537"/>
    <w:rsid w:val="005B20A3"/>
    <w:rsid w:val="005B335F"/>
    <w:rsid w:val="005B4425"/>
    <w:rsid w:val="005B5E90"/>
    <w:rsid w:val="005B5F60"/>
    <w:rsid w:val="005C141D"/>
    <w:rsid w:val="005C4009"/>
    <w:rsid w:val="005C4079"/>
    <w:rsid w:val="005C4246"/>
    <w:rsid w:val="005C4381"/>
    <w:rsid w:val="005C6190"/>
    <w:rsid w:val="005C6500"/>
    <w:rsid w:val="005C6F61"/>
    <w:rsid w:val="005D09C3"/>
    <w:rsid w:val="005D18DE"/>
    <w:rsid w:val="005D2281"/>
    <w:rsid w:val="005D3608"/>
    <w:rsid w:val="005D397E"/>
    <w:rsid w:val="005D3D82"/>
    <w:rsid w:val="005E07FF"/>
    <w:rsid w:val="005E0AE6"/>
    <w:rsid w:val="005E1777"/>
    <w:rsid w:val="005E2165"/>
    <w:rsid w:val="005E2E50"/>
    <w:rsid w:val="005E357A"/>
    <w:rsid w:val="005E5387"/>
    <w:rsid w:val="005E598F"/>
    <w:rsid w:val="005E5C30"/>
    <w:rsid w:val="005E646F"/>
    <w:rsid w:val="005E66B9"/>
    <w:rsid w:val="005E72ED"/>
    <w:rsid w:val="005E7BB6"/>
    <w:rsid w:val="005E7D2D"/>
    <w:rsid w:val="005F0A8F"/>
    <w:rsid w:val="005F2257"/>
    <w:rsid w:val="005F2BF1"/>
    <w:rsid w:val="005F2CC3"/>
    <w:rsid w:val="005F340C"/>
    <w:rsid w:val="005F6823"/>
    <w:rsid w:val="00600AD2"/>
    <w:rsid w:val="0060246F"/>
    <w:rsid w:val="00604DB3"/>
    <w:rsid w:val="006079F2"/>
    <w:rsid w:val="00610050"/>
    <w:rsid w:val="00610353"/>
    <w:rsid w:val="006115C1"/>
    <w:rsid w:val="006122C8"/>
    <w:rsid w:val="00612CE1"/>
    <w:rsid w:val="00613E63"/>
    <w:rsid w:val="00614056"/>
    <w:rsid w:val="0061561A"/>
    <w:rsid w:val="00620FA8"/>
    <w:rsid w:val="006217C6"/>
    <w:rsid w:val="00621F0C"/>
    <w:rsid w:val="0062489F"/>
    <w:rsid w:val="00625E9A"/>
    <w:rsid w:val="0062610D"/>
    <w:rsid w:val="0062771F"/>
    <w:rsid w:val="00627AE0"/>
    <w:rsid w:val="00630061"/>
    <w:rsid w:val="006316B7"/>
    <w:rsid w:val="0063275F"/>
    <w:rsid w:val="006327E2"/>
    <w:rsid w:val="0063355D"/>
    <w:rsid w:val="006336D3"/>
    <w:rsid w:val="00634CB2"/>
    <w:rsid w:val="00635218"/>
    <w:rsid w:val="00635957"/>
    <w:rsid w:val="00636164"/>
    <w:rsid w:val="00640A3A"/>
    <w:rsid w:val="00642595"/>
    <w:rsid w:val="006425BE"/>
    <w:rsid w:val="006426EF"/>
    <w:rsid w:val="00642E3B"/>
    <w:rsid w:val="00646228"/>
    <w:rsid w:val="006464A7"/>
    <w:rsid w:val="006466D9"/>
    <w:rsid w:val="00651533"/>
    <w:rsid w:val="0065224A"/>
    <w:rsid w:val="00653227"/>
    <w:rsid w:val="00653CFC"/>
    <w:rsid w:val="0065475C"/>
    <w:rsid w:val="00654E8A"/>
    <w:rsid w:val="0065591C"/>
    <w:rsid w:val="00655B38"/>
    <w:rsid w:val="00655E95"/>
    <w:rsid w:val="00656A67"/>
    <w:rsid w:val="006571B5"/>
    <w:rsid w:val="00657ADA"/>
    <w:rsid w:val="0066121F"/>
    <w:rsid w:val="00661621"/>
    <w:rsid w:val="0066177E"/>
    <w:rsid w:val="006617D9"/>
    <w:rsid w:val="006626E0"/>
    <w:rsid w:val="00662721"/>
    <w:rsid w:val="0066306F"/>
    <w:rsid w:val="00663A81"/>
    <w:rsid w:val="0066527D"/>
    <w:rsid w:val="00665BA3"/>
    <w:rsid w:val="00665F69"/>
    <w:rsid w:val="006669DB"/>
    <w:rsid w:val="00666C9A"/>
    <w:rsid w:val="006671F6"/>
    <w:rsid w:val="006672E2"/>
    <w:rsid w:val="006675F6"/>
    <w:rsid w:val="00670FA2"/>
    <w:rsid w:val="00672F78"/>
    <w:rsid w:val="00674024"/>
    <w:rsid w:val="0067484B"/>
    <w:rsid w:val="0067664C"/>
    <w:rsid w:val="00676D12"/>
    <w:rsid w:val="00677A2F"/>
    <w:rsid w:val="006802B6"/>
    <w:rsid w:val="00680C00"/>
    <w:rsid w:val="00683B51"/>
    <w:rsid w:val="00683F49"/>
    <w:rsid w:val="00684E2B"/>
    <w:rsid w:val="00685710"/>
    <w:rsid w:val="00685982"/>
    <w:rsid w:val="00686EE4"/>
    <w:rsid w:val="0068730D"/>
    <w:rsid w:val="00687BEF"/>
    <w:rsid w:val="006910CC"/>
    <w:rsid w:val="00691B0C"/>
    <w:rsid w:val="00691BF0"/>
    <w:rsid w:val="00692817"/>
    <w:rsid w:val="00692C3B"/>
    <w:rsid w:val="0069415B"/>
    <w:rsid w:val="006941F2"/>
    <w:rsid w:val="006967A0"/>
    <w:rsid w:val="00696B13"/>
    <w:rsid w:val="00696F81"/>
    <w:rsid w:val="00697A51"/>
    <w:rsid w:val="006A1C78"/>
    <w:rsid w:val="006A1FA4"/>
    <w:rsid w:val="006A20F0"/>
    <w:rsid w:val="006A38EC"/>
    <w:rsid w:val="006A3C15"/>
    <w:rsid w:val="006A62DA"/>
    <w:rsid w:val="006A660D"/>
    <w:rsid w:val="006B0254"/>
    <w:rsid w:val="006B0458"/>
    <w:rsid w:val="006B094E"/>
    <w:rsid w:val="006B1482"/>
    <w:rsid w:val="006B16D2"/>
    <w:rsid w:val="006B1C62"/>
    <w:rsid w:val="006B2CAE"/>
    <w:rsid w:val="006B3590"/>
    <w:rsid w:val="006B5032"/>
    <w:rsid w:val="006B6D47"/>
    <w:rsid w:val="006B6E36"/>
    <w:rsid w:val="006B7D13"/>
    <w:rsid w:val="006B7DAF"/>
    <w:rsid w:val="006B7DDC"/>
    <w:rsid w:val="006C0674"/>
    <w:rsid w:val="006C0BE5"/>
    <w:rsid w:val="006C0E01"/>
    <w:rsid w:val="006C345A"/>
    <w:rsid w:val="006C3872"/>
    <w:rsid w:val="006C3D21"/>
    <w:rsid w:val="006C44E9"/>
    <w:rsid w:val="006C4996"/>
    <w:rsid w:val="006C4C70"/>
    <w:rsid w:val="006C6103"/>
    <w:rsid w:val="006C6C2F"/>
    <w:rsid w:val="006C7313"/>
    <w:rsid w:val="006C7707"/>
    <w:rsid w:val="006C7C64"/>
    <w:rsid w:val="006D239A"/>
    <w:rsid w:val="006D35D0"/>
    <w:rsid w:val="006D4374"/>
    <w:rsid w:val="006D4911"/>
    <w:rsid w:val="006D4A1C"/>
    <w:rsid w:val="006D5756"/>
    <w:rsid w:val="006D5D1A"/>
    <w:rsid w:val="006D6641"/>
    <w:rsid w:val="006E19DD"/>
    <w:rsid w:val="006E1F87"/>
    <w:rsid w:val="006E4265"/>
    <w:rsid w:val="006E46B1"/>
    <w:rsid w:val="006E4C99"/>
    <w:rsid w:val="006E6708"/>
    <w:rsid w:val="006E7022"/>
    <w:rsid w:val="006E732C"/>
    <w:rsid w:val="006E7629"/>
    <w:rsid w:val="006E77CA"/>
    <w:rsid w:val="006F01E5"/>
    <w:rsid w:val="006F041A"/>
    <w:rsid w:val="006F1362"/>
    <w:rsid w:val="006F1450"/>
    <w:rsid w:val="006F16FE"/>
    <w:rsid w:val="006F1856"/>
    <w:rsid w:val="006F2198"/>
    <w:rsid w:val="006F2BA4"/>
    <w:rsid w:val="006F3600"/>
    <w:rsid w:val="006F3763"/>
    <w:rsid w:val="006F520E"/>
    <w:rsid w:val="006F57CB"/>
    <w:rsid w:val="006F702E"/>
    <w:rsid w:val="006F7074"/>
    <w:rsid w:val="00701B99"/>
    <w:rsid w:val="00701D33"/>
    <w:rsid w:val="00703479"/>
    <w:rsid w:val="00704B14"/>
    <w:rsid w:val="00705B4A"/>
    <w:rsid w:val="00706991"/>
    <w:rsid w:val="0071147E"/>
    <w:rsid w:val="0071161F"/>
    <w:rsid w:val="0071192C"/>
    <w:rsid w:val="0071454F"/>
    <w:rsid w:val="00720023"/>
    <w:rsid w:val="00720B53"/>
    <w:rsid w:val="007224E5"/>
    <w:rsid w:val="00722827"/>
    <w:rsid w:val="00724CE5"/>
    <w:rsid w:val="00725300"/>
    <w:rsid w:val="00725320"/>
    <w:rsid w:val="007258B6"/>
    <w:rsid w:val="00725AF5"/>
    <w:rsid w:val="00725CC7"/>
    <w:rsid w:val="00730389"/>
    <w:rsid w:val="00731280"/>
    <w:rsid w:val="00731340"/>
    <w:rsid w:val="0073228F"/>
    <w:rsid w:val="00732C1D"/>
    <w:rsid w:val="0073390C"/>
    <w:rsid w:val="00733E01"/>
    <w:rsid w:val="007346C4"/>
    <w:rsid w:val="00735675"/>
    <w:rsid w:val="00735D01"/>
    <w:rsid w:val="0073734A"/>
    <w:rsid w:val="007373D9"/>
    <w:rsid w:val="007406AA"/>
    <w:rsid w:val="00740C46"/>
    <w:rsid w:val="00741965"/>
    <w:rsid w:val="00742326"/>
    <w:rsid w:val="007449A8"/>
    <w:rsid w:val="00744B41"/>
    <w:rsid w:val="00746260"/>
    <w:rsid w:val="00746891"/>
    <w:rsid w:val="00747D99"/>
    <w:rsid w:val="00747E52"/>
    <w:rsid w:val="00750681"/>
    <w:rsid w:val="00751DFA"/>
    <w:rsid w:val="007535EB"/>
    <w:rsid w:val="00753A27"/>
    <w:rsid w:val="00755207"/>
    <w:rsid w:val="00756FDB"/>
    <w:rsid w:val="007571F7"/>
    <w:rsid w:val="00760567"/>
    <w:rsid w:val="00760AC4"/>
    <w:rsid w:val="00761085"/>
    <w:rsid w:val="007613F3"/>
    <w:rsid w:val="00761862"/>
    <w:rsid w:val="00762843"/>
    <w:rsid w:val="00763C00"/>
    <w:rsid w:val="00764E9E"/>
    <w:rsid w:val="007677C1"/>
    <w:rsid w:val="007678FA"/>
    <w:rsid w:val="00772699"/>
    <w:rsid w:val="00772A06"/>
    <w:rsid w:val="007734D5"/>
    <w:rsid w:val="007754FD"/>
    <w:rsid w:val="007757D7"/>
    <w:rsid w:val="00775A0F"/>
    <w:rsid w:val="00780A21"/>
    <w:rsid w:val="00781AF0"/>
    <w:rsid w:val="00781FD4"/>
    <w:rsid w:val="00782C64"/>
    <w:rsid w:val="0078302D"/>
    <w:rsid w:val="0078349A"/>
    <w:rsid w:val="007877E2"/>
    <w:rsid w:val="00790606"/>
    <w:rsid w:val="00790D8E"/>
    <w:rsid w:val="00791369"/>
    <w:rsid w:val="00791A81"/>
    <w:rsid w:val="00791B1F"/>
    <w:rsid w:val="00793363"/>
    <w:rsid w:val="00794215"/>
    <w:rsid w:val="00795E35"/>
    <w:rsid w:val="00797931"/>
    <w:rsid w:val="007A3955"/>
    <w:rsid w:val="007A3982"/>
    <w:rsid w:val="007A5DE2"/>
    <w:rsid w:val="007A611D"/>
    <w:rsid w:val="007A6352"/>
    <w:rsid w:val="007A6FEF"/>
    <w:rsid w:val="007A70FD"/>
    <w:rsid w:val="007A775B"/>
    <w:rsid w:val="007A7A14"/>
    <w:rsid w:val="007A7E47"/>
    <w:rsid w:val="007B07E2"/>
    <w:rsid w:val="007B2B39"/>
    <w:rsid w:val="007B31AC"/>
    <w:rsid w:val="007B7073"/>
    <w:rsid w:val="007B7883"/>
    <w:rsid w:val="007C0513"/>
    <w:rsid w:val="007C2590"/>
    <w:rsid w:val="007C39BA"/>
    <w:rsid w:val="007C4624"/>
    <w:rsid w:val="007C4F3B"/>
    <w:rsid w:val="007C5EAE"/>
    <w:rsid w:val="007C657F"/>
    <w:rsid w:val="007C7739"/>
    <w:rsid w:val="007D070C"/>
    <w:rsid w:val="007D31B8"/>
    <w:rsid w:val="007D3B3B"/>
    <w:rsid w:val="007D3E2D"/>
    <w:rsid w:val="007D3F15"/>
    <w:rsid w:val="007D5195"/>
    <w:rsid w:val="007D58CB"/>
    <w:rsid w:val="007D6401"/>
    <w:rsid w:val="007D7A5C"/>
    <w:rsid w:val="007E18A1"/>
    <w:rsid w:val="007E2494"/>
    <w:rsid w:val="007E2765"/>
    <w:rsid w:val="007E3206"/>
    <w:rsid w:val="007E3F51"/>
    <w:rsid w:val="007E49C4"/>
    <w:rsid w:val="007E5EC3"/>
    <w:rsid w:val="007E69C9"/>
    <w:rsid w:val="007E6A70"/>
    <w:rsid w:val="007F01CF"/>
    <w:rsid w:val="007F1DC3"/>
    <w:rsid w:val="007F39CD"/>
    <w:rsid w:val="007F52AB"/>
    <w:rsid w:val="007F63FF"/>
    <w:rsid w:val="007F7C05"/>
    <w:rsid w:val="008000CA"/>
    <w:rsid w:val="00800D55"/>
    <w:rsid w:val="00800DFE"/>
    <w:rsid w:val="00802043"/>
    <w:rsid w:val="00802B4D"/>
    <w:rsid w:val="0080553F"/>
    <w:rsid w:val="008067ED"/>
    <w:rsid w:val="00810059"/>
    <w:rsid w:val="008100E2"/>
    <w:rsid w:val="0081024C"/>
    <w:rsid w:val="0081061F"/>
    <w:rsid w:val="00811C79"/>
    <w:rsid w:val="00811CBC"/>
    <w:rsid w:val="0081362B"/>
    <w:rsid w:val="0081585A"/>
    <w:rsid w:val="00815D2E"/>
    <w:rsid w:val="00817994"/>
    <w:rsid w:val="00820A1A"/>
    <w:rsid w:val="008229D1"/>
    <w:rsid w:val="00822B27"/>
    <w:rsid w:val="00822DFB"/>
    <w:rsid w:val="00824A69"/>
    <w:rsid w:val="008250D6"/>
    <w:rsid w:val="00827534"/>
    <w:rsid w:val="00827EEF"/>
    <w:rsid w:val="0083080C"/>
    <w:rsid w:val="00830CF0"/>
    <w:rsid w:val="00830D43"/>
    <w:rsid w:val="00832A88"/>
    <w:rsid w:val="00832C9B"/>
    <w:rsid w:val="008335DA"/>
    <w:rsid w:val="00834773"/>
    <w:rsid w:val="00834CAC"/>
    <w:rsid w:val="00836230"/>
    <w:rsid w:val="0083689D"/>
    <w:rsid w:val="00837C0B"/>
    <w:rsid w:val="008404AA"/>
    <w:rsid w:val="00840A1E"/>
    <w:rsid w:val="00841219"/>
    <w:rsid w:val="008422CA"/>
    <w:rsid w:val="0084329B"/>
    <w:rsid w:val="00843502"/>
    <w:rsid w:val="008436DD"/>
    <w:rsid w:val="00843DE9"/>
    <w:rsid w:val="00844008"/>
    <w:rsid w:val="008475BB"/>
    <w:rsid w:val="008500FA"/>
    <w:rsid w:val="00850B23"/>
    <w:rsid w:val="0085177B"/>
    <w:rsid w:val="00852638"/>
    <w:rsid w:val="00852966"/>
    <w:rsid w:val="00852CE4"/>
    <w:rsid w:val="0085301B"/>
    <w:rsid w:val="008530A6"/>
    <w:rsid w:val="00854308"/>
    <w:rsid w:val="0085543A"/>
    <w:rsid w:val="00855837"/>
    <w:rsid w:val="008564A3"/>
    <w:rsid w:val="00856818"/>
    <w:rsid w:val="00856960"/>
    <w:rsid w:val="00856ED2"/>
    <w:rsid w:val="0085789F"/>
    <w:rsid w:val="00857A1B"/>
    <w:rsid w:val="008604D6"/>
    <w:rsid w:val="00861AAF"/>
    <w:rsid w:val="00861D6B"/>
    <w:rsid w:val="00863385"/>
    <w:rsid w:val="00864C88"/>
    <w:rsid w:val="00865226"/>
    <w:rsid w:val="00865AA6"/>
    <w:rsid w:val="00866489"/>
    <w:rsid w:val="00866837"/>
    <w:rsid w:val="0086761A"/>
    <w:rsid w:val="0086784C"/>
    <w:rsid w:val="00867974"/>
    <w:rsid w:val="008679B8"/>
    <w:rsid w:val="008702C4"/>
    <w:rsid w:val="00870F26"/>
    <w:rsid w:val="00871980"/>
    <w:rsid w:val="00871BCE"/>
    <w:rsid w:val="00871C62"/>
    <w:rsid w:val="0087378D"/>
    <w:rsid w:val="00874961"/>
    <w:rsid w:val="0087511A"/>
    <w:rsid w:val="00875954"/>
    <w:rsid w:val="00876838"/>
    <w:rsid w:val="00876AAB"/>
    <w:rsid w:val="008778F3"/>
    <w:rsid w:val="00877E06"/>
    <w:rsid w:val="00883D7F"/>
    <w:rsid w:val="00884154"/>
    <w:rsid w:val="008850C3"/>
    <w:rsid w:val="00886C21"/>
    <w:rsid w:val="00887B94"/>
    <w:rsid w:val="00890574"/>
    <w:rsid w:val="00892CEB"/>
    <w:rsid w:val="00893311"/>
    <w:rsid w:val="00894505"/>
    <w:rsid w:val="008956F1"/>
    <w:rsid w:val="00895EA9"/>
    <w:rsid w:val="0089633A"/>
    <w:rsid w:val="00896575"/>
    <w:rsid w:val="00896C4E"/>
    <w:rsid w:val="008A0594"/>
    <w:rsid w:val="008A1558"/>
    <w:rsid w:val="008A2D21"/>
    <w:rsid w:val="008A30E6"/>
    <w:rsid w:val="008A500F"/>
    <w:rsid w:val="008A6A0B"/>
    <w:rsid w:val="008B0587"/>
    <w:rsid w:val="008B0B94"/>
    <w:rsid w:val="008B0C5C"/>
    <w:rsid w:val="008B1487"/>
    <w:rsid w:val="008B2D8F"/>
    <w:rsid w:val="008B2F99"/>
    <w:rsid w:val="008B3AC5"/>
    <w:rsid w:val="008B428D"/>
    <w:rsid w:val="008B5132"/>
    <w:rsid w:val="008B59C4"/>
    <w:rsid w:val="008B60D7"/>
    <w:rsid w:val="008B629D"/>
    <w:rsid w:val="008B6826"/>
    <w:rsid w:val="008B7A4A"/>
    <w:rsid w:val="008B7D8B"/>
    <w:rsid w:val="008C093B"/>
    <w:rsid w:val="008C1030"/>
    <w:rsid w:val="008C379E"/>
    <w:rsid w:val="008C4CD6"/>
    <w:rsid w:val="008C5501"/>
    <w:rsid w:val="008C6126"/>
    <w:rsid w:val="008C7719"/>
    <w:rsid w:val="008C7AB9"/>
    <w:rsid w:val="008D008D"/>
    <w:rsid w:val="008D07A5"/>
    <w:rsid w:val="008D0EBF"/>
    <w:rsid w:val="008D0ED0"/>
    <w:rsid w:val="008D201F"/>
    <w:rsid w:val="008D2FFC"/>
    <w:rsid w:val="008D3150"/>
    <w:rsid w:val="008D3A26"/>
    <w:rsid w:val="008D3EE6"/>
    <w:rsid w:val="008D48E9"/>
    <w:rsid w:val="008D5A18"/>
    <w:rsid w:val="008D7595"/>
    <w:rsid w:val="008D7C9E"/>
    <w:rsid w:val="008D7DC7"/>
    <w:rsid w:val="008E0091"/>
    <w:rsid w:val="008E14FB"/>
    <w:rsid w:val="008E1A52"/>
    <w:rsid w:val="008E1BAA"/>
    <w:rsid w:val="008E1DE7"/>
    <w:rsid w:val="008E27B9"/>
    <w:rsid w:val="008E348F"/>
    <w:rsid w:val="008E37A7"/>
    <w:rsid w:val="008E56BE"/>
    <w:rsid w:val="008E5BA4"/>
    <w:rsid w:val="008E6360"/>
    <w:rsid w:val="008E7C68"/>
    <w:rsid w:val="008F5178"/>
    <w:rsid w:val="008F777D"/>
    <w:rsid w:val="008F7B3E"/>
    <w:rsid w:val="009001EF"/>
    <w:rsid w:val="00900201"/>
    <w:rsid w:val="00900B63"/>
    <w:rsid w:val="00901336"/>
    <w:rsid w:val="00902B95"/>
    <w:rsid w:val="0090342B"/>
    <w:rsid w:val="00905702"/>
    <w:rsid w:val="009059C4"/>
    <w:rsid w:val="00906A12"/>
    <w:rsid w:val="00907112"/>
    <w:rsid w:val="0090717A"/>
    <w:rsid w:val="0090728F"/>
    <w:rsid w:val="0090766F"/>
    <w:rsid w:val="009107F0"/>
    <w:rsid w:val="00910BA8"/>
    <w:rsid w:val="00912EF5"/>
    <w:rsid w:val="00913AD4"/>
    <w:rsid w:val="00914009"/>
    <w:rsid w:val="00914BE4"/>
    <w:rsid w:val="00915DCB"/>
    <w:rsid w:val="00915E3F"/>
    <w:rsid w:val="0091654A"/>
    <w:rsid w:val="00916649"/>
    <w:rsid w:val="009175E1"/>
    <w:rsid w:val="00921C8E"/>
    <w:rsid w:val="009230BE"/>
    <w:rsid w:val="00923842"/>
    <w:rsid w:val="009245DA"/>
    <w:rsid w:val="00925B8C"/>
    <w:rsid w:val="00925D99"/>
    <w:rsid w:val="00925E0A"/>
    <w:rsid w:val="00926660"/>
    <w:rsid w:val="00926E67"/>
    <w:rsid w:val="00927385"/>
    <w:rsid w:val="009273D8"/>
    <w:rsid w:val="00927A48"/>
    <w:rsid w:val="009308EA"/>
    <w:rsid w:val="00931072"/>
    <w:rsid w:val="00931374"/>
    <w:rsid w:val="0093193C"/>
    <w:rsid w:val="00931AE4"/>
    <w:rsid w:val="009325AC"/>
    <w:rsid w:val="0093331C"/>
    <w:rsid w:val="00934172"/>
    <w:rsid w:val="00934B80"/>
    <w:rsid w:val="00935CB1"/>
    <w:rsid w:val="00936014"/>
    <w:rsid w:val="009367E5"/>
    <w:rsid w:val="0093742C"/>
    <w:rsid w:val="009400A0"/>
    <w:rsid w:val="0094108C"/>
    <w:rsid w:val="00943B2F"/>
    <w:rsid w:val="00943D20"/>
    <w:rsid w:val="009450E0"/>
    <w:rsid w:val="009466AC"/>
    <w:rsid w:val="0094747D"/>
    <w:rsid w:val="0095040A"/>
    <w:rsid w:val="00951031"/>
    <w:rsid w:val="00952DD0"/>
    <w:rsid w:val="00957A10"/>
    <w:rsid w:val="00957EEC"/>
    <w:rsid w:val="009607D8"/>
    <w:rsid w:val="009608B1"/>
    <w:rsid w:val="00960ECA"/>
    <w:rsid w:val="009610D3"/>
    <w:rsid w:val="009649E5"/>
    <w:rsid w:val="00972B10"/>
    <w:rsid w:val="009739D1"/>
    <w:rsid w:val="0097434E"/>
    <w:rsid w:val="0097544C"/>
    <w:rsid w:val="009757FA"/>
    <w:rsid w:val="00976221"/>
    <w:rsid w:val="00976B31"/>
    <w:rsid w:val="0097723E"/>
    <w:rsid w:val="009772AF"/>
    <w:rsid w:val="0097767E"/>
    <w:rsid w:val="00977C48"/>
    <w:rsid w:val="00977EC4"/>
    <w:rsid w:val="0098204E"/>
    <w:rsid w:val="009823F6"/>
    <w:rsid w:val="0098357D"/>
    <w:rsid w:val="00984E4A"/>
    <w:rsid w:val="00986343"/>
    <w:rsid w:val="00986FFC"/>
    <w:rsid w:val="00992398"/>
    <w:rsid w:val="00992A24"/>
    <w:rsid w:val="00992CD3"/>
    <w:rsid w:val="009939A1"/>
    <w:rsid w:val="00997273"/>
    <w:rsid w:val="009A0AD5"/>
    <w:rsid w:val="009A3AF5"/>
    <w:rsid w:val="009A3CCC"/>
    <w:rsid w:val="009A3F96"/>
    <w:rsid w:val="009A45E3"/>
    <w:rsid w:val="009A4BF9"/>
    <w:rsid w:val="009A4E8D"/>
    <w:rsid w:val="009A5A8F"/>
    <w:rsid w:val="009A6467"/>
    <w:rsid w:val="009A6D7C"/>
    <w:rsid w:val="009A7366"/>
    <w:rsid w:val="009A747D"/>
    <w:rsid w:val="009A7973"/>
    <w:rsid w:val="009A7E63"/>
    <w:rsid w:val="009B0BBF"/>
    <w:rsid w:val="009B1173"/>
    <w:rsid w:val="009B28B3"/>
    <w:rsid w:val="009B3416"/>
    <w:rsid w:val="009B35E6"/>
    <w:rsid w:val="009B3746"/>
    <w:rsid w:val="009B3AAB"/>
    <w:rsid w:val="009B3C3C"/>
    <w:rsid w:val="009B43AF"/>
    <w:rsid w:val="009B4678"/>
    <w:rsid w:val="009B4CB5"/>
    <w:rsid w:val="009B4E3A"/>
    <w:rsid w:val="009B5F39"/>
    <w:rsid w:val="009B6525"/>
    <w:rsid w:val="009B6CFB"/>
    <w:rsid w:val="009B6E3C"/>
    <w:rsid w:val="009C1464"/>
    <w:rsid w:val="009C4BD5"/>
    <w:rsid w:val="009C501F"/>
    <w:rsid w:val="009C54EA"/>
    <w:rsid w:val="009C5D42"/>
    <w:rsid w:val="009C6B84"/>
    <w:rsid w:val="009C6EFA"/>
    <w:rsid w:val="009C6FAB"/>
    <w:rsid w:val="009C7468"/>
    <w:rsid w:val="009C7E20"/>
    <w:rsid w:val="009D1872"/>
    <w:rsid w:val="009D188D"/>
    <w:rsid w:val="009D331E"/>
    <w:rsid w:val="009D3E9F"/>
    <w:rsid w:val="009D5DFA"/>
    <w:rsid w:val="009D5EAC"/>
    <w:rsid w:val="009D63A2"/>
    <w:rsid w:val="009D73BD"/>
    <w:rsid w:val="009D75F1"/>
    <w:rsid w:val="009E0BE1"/>
    <w:rsid w:val="009E520E"/>
    <w:rsid w:val="009E5236"/>
    <w:rsid w:val="009E67C9"/>
    <w:rsid w:val="009E67CC"/>
    <w:rsid w:val="009E71A4"/>
    <w:rsid w:val="009E7A7C"/>
    <w:rsid w:val="009F2145"/>
    <w:rsid w:val="009F29B7"/>
    <w:rsid w:val="009F3384"/>
    <w:rsid w:val="009F3FA6"/>
    <w:rsid w:val="009F4690"/>
    <w:rsid w:val="009F4702"/>
    <w:rsid w:val="009F736B"/>
    <w:rsid w:val="009F7F52"/>
    <w:rsid w:val="00A00115"/>
    <w:rsid w:val="00A0382A"/>
    <w:rsid w:val="00A03AE4"/>
    <w:rsid w:val="00A04355"/>
    <w:rsid w:val="00A04614"/>
    <w:rsid w:val="00A061AA"/>
    <w:rsid w:val="00A064FC"/>
    <w:rsid w:val="00A06FA7"/>
    <w:rsid w:val="00A07056"/>
    <w:rsid w:val="00A07296"/>
    <w:rsid w:val="00A078F0"/>
    <w:rsid w:val="00A10E12"/>
    <w:rsid w:val="00A110DA"/>
    <w:rsid w:val="00A112DD"/>
    <w:rsid w:val="00A11349"/>
    <w:rsid w:val="00A11A86"/>
    <w:rsid w:val="00A136BA"/>
    <w:rsid w:val="00A13D3D"/>
    <w:rsid w:val="00A14F18"/>
    <w:rsid w:val="00A15355"/>
    <w:rsid w:val="00A15529"/>
    <w:rsid w:val="00A164BE"/>
    <w:rsid w:val="00A16801"/>
    <w:rsid w:val="00A2033B"/>
    <w:rsid w:val="00A204BC"/>
    <w:rsid w:val="00A2184D"/>
    <w:rsid w:val="00A224BA"/>
    <w:rsid w:val="00A226AC"/>
    <w:rsid w:val="00A23137"/>
    <w:rsid w:val="00A23479"/>
    <w:rsid w:val="00A2546B"/>
    <w:rsid w:val="00A25A0E"/>
    <w:rsid w:val="00A261D9"/>
    <w:rsid w:val="00A26FFB"/>
    <w:rsid w:val="00A306D0"/>
    <w:rsid w:val="00A30818"/>
    <w:rsid w:val="00A320DB"/>
    <w:rsid w:val="00A32FAF"/>
    <w:rsid w:val="00A3356B"/>
    <w:rsid w:val="00A33D2C"/>
    <w:rsid w:val="00A34321"/>
    <w:rsid w:val="00A35BA7"/>
    <w:rsid w:val="00A35E0E"/>
    <w:rsid w:val="00A36134"/>
    <w:rsid w:val="00A366CB"/>
    <w:rsid w:val="00A37DC9"/>
    <w:rsid w:val="00A4090B"/>
    <w:rsid w:val="00A40A27"/>
    <w:rsid w:val="00A41379"/>
    <w:rsid w:val="00A419BA"/>
    <w:rsid w:val="00A41BF8"/>
    <w:rsid w:val="00A4274E"/>
    <w:rsid w:val="00A4321B"/>
    <w:rsid w:val="00A4376E"/>
    <w:rsid w:val="00A438A9"/>
    <w:rsid w:val="00A43BAA"/>
    <w:rsid w:val="00A43E69"/>
    <w:rsid w:val="00A44191"/>
    <w:rsid w:val="00A45D19"/>
    <w:rsid w:val="00A45E07"/>
    <w:rsid w:val="00A4668E"/>
    <w:rsid w:val="00A502D3"/>
    <w:rsid w:val="00A54A41"/>
    <w:rsid w:val="00A56207"/>
    <w:rsid w:val="00A5667E"/>
    <w:rsid w:val="00A5776F"/>
    <w:rsid w:val="00A6200B"/>
    <w:rsid w:val="00A62CF3"/>
    <w:rsid w:val="00A62EEF"/>
    <w:rsid w:val="00A63228"/>
    <w:rsid w:val="00A63705"/>
    <w:rsid w:val="00A6390E"/>
    <w:rsid w:val="00A64154"/>
    <w:rsid w:val="00A67C7E"/>
    <w:rsid w:val="00A71A47"/>
    <w:rsid w:val="00A71D08"/>
    <w:rsid w:val="00A7236D"/>
    <w:rsid w:val="00A72AB5"/>
    <w:rsid w:val="00A75FFE"/>
    <w:rsid w:val="00A8039E"/>
    <w:rsid w:val="00A812D8"/>
    <w:rsid w:val="00A81FF9"/>
    <w:rsid w:val="00A82DA4"/>
    <w:rsid w:val="00A833E3"/>
    <w:rsid w:val="00A84A0C"/>
    <w:rsid w:val="00A84CB5"/>
    <w:rsid w:val="00A86529"/>
    <w:rsid w:val="00A867D2"/>
    <w:rsid w:val="00A87674"/>
    <w:rsid w:val="00A876B0"/>
    <w:rsid w:val="00A87ABE"/>
    <w:rsid w:val="00A90249"/>
    <w:rsid w:val="00A915C5"/>
    <w:rsid w:val="00A9334C"/>
    <w:rsid w:val="00A933B7"/>
    <w:rsid w:val="00A939C3"/>
    <w:rsid w:val="00A9517D"/>
    <w:rsid w:val="00A95528"/>
    <w:rsid w:val="00A96FB3"/>
    <w:rsid w:val="00A97A70"/>
    <w:rsid w:val="00AA0259"/>
    <w:rsid w:val="00AA0695"/>
    <w:rsid w:val="00AA0895"/>
    <w:rsid w:val="00AA0C5C"/>
    <w:rsid w:val="00AA15EF"/>
    <w:rsid w:val="00AA1D8A"/>
    <w:rsid w:val="00AA2039"/>
    <w:rsid w:val="00AA3FAB"/>
    <w:rsid w:val="00AA5D7E"/>
    <w:rsid w:val="00AA64CB"/>
    <w:rsid w:val="00AA6DC2"/>
    <w:rsid w:val="00AA7926"/>
    <w:rsid w:val="00AB048A"/>
    <w:rsid w:val="00AB0551"/>
    <w:rsid w:val="00AB1492"/>
    <w:rsid w:val="00AB321A"/>
    <w:rsid w:val="00AB3450"/>
    <w:rsid w:val="00AB39EA"/>
    <w:rsid w:val="00AB49C8"/>
    <w:rsid w:val="00AB4A2D"/>
    <w:rsid w:val="00AB6DB1"/>
    <w:rsid w:val="00AB6FE7"/>
    <w:rsid w:val="00AC1000"/>
    <w:rsid w:val="00AC1584"/>
    <w:rsid w:val="00AC456E"/>
    <w:rsid w:val="00AC4733"/>
    <w:rsid w:val="00AC5233"/>
    <w:rsid w:val="00AC73C2"/>
    <w:rsid w:val="00AC741C"/>
    <w:rsid w:val="00AC77BC"/>
    <w:rsid w:val="00AD0C30"/>
    <w:rsid w:val="00AD1BBD"/>
    <w:rsid w:val="00AD1E46"/>
    <w:rsid w:val="00AD3069"/>
    <w:rsid w:val="00AD4334"/>
    <w:rsid w:val="00AD4CBC"/>
    <w:rsid w:val="00AD4CFF"/>
    <w:rsid w:val="00AD5076"/>
    <w:rsid w:val="00AD7932"/>
    <w:rsid w:val="00AE0D3B"/>
    <w:rsid w:val="00AE2452"/>
    <w:rsid w:val="00AE3111"/>
    <w:rsid w:val="00AE32F5"/>
    <w:rsid w:val="00AE36FF"/>
    <w:rsid w:val="00AE3AAE"/>
    <w:rsid w:val="00AE3F88"/>
    <w:rsid w:val="00AE4205"/>
    <w:rsid w:val="00AE5813"/>
    <w:rsid w:val="00AE6067"/>
    <w:rsid w:val="00AE63FA"/>
    <w:rsid w:val="00AE7461"/>
    <w:rsid w:val="00AE79AE"/>
    <w:rsid w:val="00AF0240"/>
    <w:rsid w:val="00AF06C8"/>
    <w:rsid w:val="00AF0FF0"/>
    <w:rsid w:val="00AF1951"/>
    <w:rsid w:val="00AF38BF"/>
    <w:rsid w:val="00AF5345"/>
    <w:rsid w:val="00AF6953"/>
    <w:rsid w:val="00AF69A2"/>
    <w:rsid w:val="00AF7203"/>
    <w:rsid w:val="00AF72C4"/>
    <w:rsid w:val="00AF7D21"/>
    <w:rsid w:val="00B01D04"/>
    <w:rsid w:val="00B01D9D"/>
    <w:rsid w:val="00B04203"/>
    <w:rsid w:val="00B04EB3"/>
    <w:rsid w:val="00B05F85"/>
    <w:rsid w:val="00B0636A"/>
    <w:rsid w:val="00B063EE"/>
    <w:rsid w:val="00B06B85"/>
    <w:rsid w:val="00B07037"/>
    <w:rsid w:val="00B07E23"/>
    <w:rsid w:val="00B07E3A"/>
    <w:rsid w:val="00B13111"/>
    <w:rsid w:val="00B13BD0"/>
    <w:rsid w:val="00B14A5E"/>
    <w:rsid w:val="00B15CEE"/>
    <w:rsid w:val="00B167CF"/>
    <w:rsid w:val="00B16907"/>
    <w:rsid w:val="00B20C69"/>
    <w:rsid w:val="00B22B0A"/>
    <w:rsid w:val="00B23BEF"/>
    <w:rsid w:val="00B23E95"/>
    <w:rsid w:val="00B25BEB"/>
    <w:rsid w:val="00B25EF2"/>
    <w:rsid w:val="00B26192"/>
    <w:rsid w:val="00B27670"/>
    <w:rsid w:val="00B27BE9"/>
    <w:rsid w:val="00B30530"/>
    <w:rsid w:val="00B30EB9"/>
    <w:rsid w:val="00B34834"/>
    <w:rsid w:val="00B36D81"/>
    <w:rsid w:val="00B36FBF"/>
    <w:rsid w:val="00B40139"/>
    <w:rsid w:val="00B40392"/>
    <w:rsid w:val="00B40826"/>
    <w:rsid w:val="00B421F9"/>
    <w:rsid w:val="00B4226F"/>
    <w:rsid w:val="00B422A7"/>
    <w:rsid w:val="00B4460C"/>
    <w:rsid w:val="00B46AC0"/>
    <w:rsid w:val="00B4703B"/>
    <w:rsid w:val="00B47582"/>
    <w:rsid w:val="00B4789C"/>
    <w:rsid w:val="00B479FF"/>
    <w:rsid w:val="00B50577"/>
    <w:rsid w:val="00B50D82"/>
    <w:rsid w:val="00B5212D"/>
    <w:rsid w:val="00B544F4"/>
    <w:rsid w:val="00B54B5A"/>
    <w:rsid w:val="00B54C92"/>
    <w:rsid w:val="00B54E37"/>
    <w:rsid w:val="00B562AE"/>
    <w:rsid w:val="00B56508"/>
    <w:rsid w:val="00B56641"/>
    <w:rsid w:val="00B621FD"/>
    <w:rsid w:val="00B6276F"/>
    <w:rsid w:val="00B628ED"/>
    <w:rsid w:val="00B62CEB"/>
    <w:rsid w:val="00B6545B"/>
    <w:rsid w:val="00B6574A"/>
    <w:rsid w:val="00B65880"/>
    <w:rsid w:val="00B65E1B"/>
    <w:rsid w:val="00B66866"/>
    <w:rsid w:val="00B67E69"/>
    <w:rsid w:val="00B7097B"/>
    <w:rsid w:val="00B72840"/>
    <w:rsid w:val="00B73899"/>
    <w:rsid w:val="00B73F43"/>
    <w:rsid w:val="00B74B75"/>
    <w:rsid w:val="00B7602F"/>
    <w:rsid w:val="00B7691B"/>
    <w:rsid w:val="00B76FED"/>
    <w:rsid w:val="00B81B5C"/>
    <w:rsid w:val="00B8210C"/>
    <w:rsid w:val="00B83964"/>
    <w:rsid w:val="00B83D73"/>
    <w:rsid w:val="00B83ED6"/>
    <w:rsid w:val="00B85304"/>
    <w:rsid w:val="00B85BE2"/>
    <w:rsid w:val="00B90369"/>
    <w:rsid w:val="00B908D6"/>
    <w:rsid w:val="00B9199C"/>
    <w:rsid w:val="00B91B0B"/>
    <w:rsid w:val="00B921B4"/>
    <w:rsid w:val="00B93028"/>
    <w:rsid w:val="00B94E5A"/>
    <w:rsid w:val="00B95AD9"/>
    <w:rsid w:val="00B9628D"/>
    <w:rsid w:val="00BA2D00"/>
    <w:rsid w:val="00BA31B7"/>
    <w:rsid w:val="00BA36BC"/>
    <w:rsid w:val="00BA3DDF"/>
    <w:rsid w:val="00BA4C50"/>
    <w:rsid w:val="00BA5A00"/>
    <w:rsid w:val="00BA5C68"/>
    <w:rsid w:val="00BA6293"/>
    <w:rsid w:val="00BA7BF4"/>
    <w:rsid w:val="00BB0821"/>
    <w:rsid w:val="00BB5ADC"/>
    <w:rsid w:val="00BB639B"/>
    <w:rsid w:val="00BB725C"/>
    <w:rsid w:val="00BB739F"/>
    <w:rsid w:val="00BB7575"/>
    <w:rsid w:val="00BC0BB6"/>
    <w:rsid w:val="00BC50F5"/>
    <w:rsid w:val="00BC63EC"/>
    <w:rsid w:val="00BC6600"/>
    <w:rsid w:val="00BC6D14"/>
    <w:rsid w:val="00BC7A1B"/>
    <w:rsid w:val="00BD0597"/>
    <w:rsid w:val="00BD0AE1"/>
    <w:rsid w:val="00BD0CB8"/>
    <w:rsid w:val="00BD0E79"/>
    <w:rsid w:val="00BD120B"/>
    <w:rsid w:val="00BD1316"/>
    <w:rsid w:val="00BD24E6"/>
    <w:rsid w:val="00BD2840"/>
    <w:rsid w:val="00BD34DB"/>
    <w:rsid w:val="00BD416D"/>
    <w:rsid w:val="00BD50C6"/>
    <w:rsid w:val="00BD5DCC"/>
    <w:rsid w:val="00BD666D"/>
    <w:rsid w:val="00BD7546"/>
    <w:rsid w:val="00BD7E22"/>
    <w:rsid w:val="00BE18AA"/>
    <w:rsid w:val="00BE1B31"/>
    <w:rsid w:val="00BE1FE0"/>
    <w:rsid w:val="00BE2FA5"/>
    <w:rsid w:val="00BE33C6"/>
    <w:rsid w:val="00BE386B"/>
    <w:rsid w:val="00BE4F7F"/>
    <w:rsid w:val="00BE5BE8"/>
    <w:rsid w:val="00BE6415"/>
    <w:rsid w:val="00BE65F3"/>
    <w:rsid w:val="00BE7255"/>
    <w:rsid w:val="00BE7A1E"/>
    <w:rsid w:val="00BF03E1"/>
    <w:rsid w:val="00BF0B32"/>
    <w:rsid w:val="00BF3EBA"/>
    <w:rsid w:val="00BF42DE"/>
    <w:rsid w:val="00BF5200"/>
    <w:rsid w:val="00BF56A6"/>
    <w:rsid w:val="00BF56FF"/>
    <w:rsid w:val="00BF640F"/>
    <w:rsid w:val="00BF735F"/>
    <w:rsid w:val="00C00FA7"/>
    <w:rsid w:val="00C01D7C"/>
    <w:rsid w:val="00C01DF7"/>
    <w:rsid w:val="00C02FC1"/>
    <w:rsid w:val="00C03023"/>
    <w:rsid w:val="00C05380"/>
    <w:rsid w:val="00C0728F"/>
    <w:rsid w:val="00C074AA"/>
    <w:rsid w:val="00C10364"/>
    <w:rsid w:val="00C125DF"/>
    <w:rsid w:val="00C1485B"/>
    <w:rsid w:val="00C152D9"/>
    <w:rsid w:val="00C170E8"/>
    <w:rsid w:val="00C20760"/>
    <w:rsid w:val="00C211F2"/>
    <w:rsid w:val="00C217BE"/>
    <w:rsid w:val="00C241E2"/>
    <w:rsid w:val="00C24580"/>
    <w:rsid w:val="00C24F99"/>
    <w:rsid w:val="00C25370"/>
    <w:rsid w:val="00C272A8"/>
    <w:rsid w:val="00C275E6"/>
    <w:rsid w:val="00C302C7"/>
    <w:rsid w:val="00C307DF"/>
    <w:rsid w:val="00C31C32"/>
    <w:rsid w:val="00C32A7C"/>
    <w:rsid w:val="00C3330D"/>
    <w:rsid w:val="00C36DF6"/>
    <w:rsid w:val="00C37F1E"/>
    <w:rsid w:val="00C42DDD"/>
    <w:rsid w:val="00C43597"/>
    <w:rsid w:val="00C436EC"/>
    <w:rsid w:val="00C468FC"/>
    <w:rsid w:val="00C47FB0"/>
    <w:rsid w:val="00C51167"/>
    <w:rsid w:val="00C55642"/>
    <w:rsid w:val="00C562CF"/>
    <w:rsid w:val="00C57101"/>
    <w:rsid w:val="00C578BE"/>
    <w:rsid w:val="00C6003B"/>
    <w:rsid w:val="00C62EE9"/>
    <w:rsid w:val="00C642B2"/>
    <w:rsid w:val="00C64D7A"/>
    <w:rsid w:val="00C6549A"/>
    <w:rsid w:val="00C65B61"/>
    <w:rsid w:val="00C66285"/>
    <w:rsid w:val="00C701D2"/>
    <w:rsid w:val="00C710C1"/>
    <w:rsid w:val="00C71998"/>
    <w:rsid w:val="00C74872"/>
    <w:rsid w:val="00C74D12"/>
    <w:rsid w:val="00C76EC1"/>
    <w:rsid w:val="00C77A51"/>
    <w:rsid w:val="00C80DEA"/>
    <w:rsid w:val="00C81584"/>
    <w:rsid w:val="00C81F5C"/>
    <w:rsid w:val="00C83579"/>
    <w:rsid w:val="00C84D7F"/>
    <w:rsid w:val="00C85C49"/>
    <w:rsid w:val="00C85C74"/>
    <w:rsid w:val="00C868AE"/>
    <w:rsid w:val="00C87677"/>
    <w:rsid w:val="00C876CE"/>
    <w:rsid w:val="00C9076D"/>
    <w:rsid w:val="00C90C5A"/>
    <w:rsid w:val="00C916C9"/>
    <w:rsid w:val="00C91B10"/>
    <w:rsid w:val="00C95912"/>
    <w:rsid w:val="00C96D31"/>
    <w:rsid w:val="00C9748D"/>
    <w:rsid w:val="00C97AD0"/>
    <w:rsid w:val="00CA0597"/>
    <w:rsid w:val="00CA0922"/>
    <w:rsid w:val="00CA12B6"/>
    <w:rsid w:val="00CA25BD"/>
    <w:rsid w:val="00CA45F6"/>
    <w:rsid w:val="00CA5D46"/>
    <w:rsid w:val="00CA6139"/>
    <w:rsid w:val="00CA6295"/>
    <w:rsid w:val="00CA7224"/>
    <w:rsid w:val="00CA782E"/>
    <w:rsid w:val="00CB07C9"/>
    <w:rsid w:val="00CB0A2D"/>
    <w:rsid w:val="00CB1A73"/>
    <w:rsid w:val="00CB1BB8"/>
    <w:rsid w:val="00CB2BA5"/>
    <w:rsid w:val="00CB3522"/>
    <w:rsid w:val="00CB4554"/>
    <w:rsid w:val="00CB6BC4"/>
    <w:rsid w:val="00CC014D"/>
    <w:rsid w:val="00CC0A05"/>
    <w:rsid w:val="00CC0E51"/>
    <w:rsid w:val="00CC1B4E"/>
    <w:rsid w:val="00CC264F"/>
    <w:rsid w:val="00CC3F58"/>
    <w:rsid w:val="00CC68FD"/>
    <w:rsid w:val="00CC71D8"/>
    <w:rsid w:val="00CD0A0F"/>
    <w:rsid w:val="00CD1030"/>
    <w:rsid w:val="00CD24F4"/>
    <w:rsid w:val="00CD28A4"/>
    <w:rsid w:val="00CD2D47"/>
    <w:rsid w:val="00CD3688"/>
    <w:rsid w:val="00CD4EAD"/>
    <w:rsid w:val="00CD52A8"/>
    <w:rsid w:val="00CD566F"/>
    <w:rsid w:val="00CD5F0F"/>
    <w:rsid w:val="00CD62CB"/>
    <w:rsid w:val="00CD7F05"/>
    <w:rsid w:val="00CE0558"/>
    <w:rsid w:val="00CE07FC"/>
    <w:rsid w:val="00CE1078"/>
    <w:rsid w:val="00CE2847"/>
    <w:rsid w:val="00CE4E1E"/>
    <w:rsid w:val="00CE50CA"/>
    <w:rsid w:val="00CE557A"/>
    <w:rsid w:val="00CE760B"/>
    <w:rsid w:val="00CE7714"/>
    <w:rsid w:val="00CE7AA2"/>
    <w:rsid w:val="00CF1435"/>
    <w:rsid w:val="00CF1534"/>
    <w:rsid w:val="00CF187D"/>
    <w:rsid w:val="00CF3AA4"/>
    <w:rsid w:val="00CF4009"/>
    <w:rsid w:val="00CF4BAF"/>
    <w:rsid w:val="00CF4DA8"/>
    <w:rsid w:val="00CF6C2B"/>
    <w:rsid w:val="00D00B16"/>
    <w:rsid w:val="00D00F2B"/>
    <w:rsid w:val="00D01D76"/>
    <w:rsid w:val="00D04096"/>
    <w:rsid w:val="00D04406"/>
    <w:rsid w:val="00D04F47"/>
    <w:rsid w:val="00D05CFA"/>
    <w:rsid w:val="00D0753E"/>
    <w:rsid w:val="00D10860"/>
    <w:rsid w:val="00D10C29"/>
    <w:rsid w:val="00D11171"/>
    <w:rsid w:val="00D11A15"/>
    <w:rsid w:val="00D14483"/>
    <w:rsid w:val="00D14F53"/>
    <w:rsid w:val="00D156BC"/>
    <w:rsid w:val="00D205A8"/>
    <w:rsid w:val="00D207CA"/>
    <w:rsid w:val="00D20802"/>
    <w:rsid w:val="00D20C25"/>
    <w:rsid w:val="00D21889"/>
    <w:rsid w:val="00D23305"/>
    <w:rsid w:val="00D23E75"/>
    <w:rsid w:val="00D244B1"/>
    <w:rsid w:val="00D246AF"/>
    <w:rsid w:val="00D24819"/>
    <w:rsid w:val="00D24E89"/>
    <w:rsid w:val="00D255C2"/>
    <w:rsid w:val="00D260A5"/>
    <w:rsid w:val="00D2627E"/>
    <w:rsid w:val="00D26CF6"/>
    <w:rsid w:val="00D27ABF"/>
    <w:rsid w:val="00D27F57"/>
    <w:rsid w:val="00D30558"/>
    <w:rsid w:val="00D31572"/>
    <w:rsid w:val="00D317DB"/>
    <w:rsid w:val="00D319C4"/>
    <w:rsid w:val="00D32A84"/>
    <w:rsid w:val="00D33B86"/>
    <w:rsid w:val="00D33DE6"/>
    <w:rsid w:val="00D33E9A"/>
    <w:rsid w:val="00D37484"/>
    <w:rsid w:val="00D37DBE"/>
    <w:rsid w:val="00D404D3"/>
    <w:rsid w:val="00D4087F"/>
    <w:rsid w:val="00D418BB"/>
    <w:rsid w:val="00D41DC7"/>
    <w:rsid w:val="00D426A3"/>
    <w:rsid w:val="00D42EB7"/>
    <w:rsid w:val="00D4398B"/>
    <w:rsid w:val="00D44560"/>
    <w:rsid w:val="00D451FB"/>
    <w:rsid w:val="00D466D8"/>
    <w:rsid w:val="00D47584"/>
    <w:rsid w:val="00D5172F"/>
    <w:rsid w:val="00D51924"/>
    <w:rsid w:val="00D52346"/>
    <w:rsid w:val="00D5335E"/>
    <w:rsid w:val="00D535F1"/>
    <w:rsid w:val="00D53825"/>
    <w:rsid w:val="00D548ED"/>
    <w:rsid w:val="00D54F40"/>
    <w:rsid w:val="00D55C3E"/>
    <w:rsid w:val="00D56CE9"/>
    <w:rsid w:val="00D57026"/>
    <w:rsid w:val="00D608C5"/>
    <w:rsid w:val="00D636E9"/>
    <w:rsid w:val="00D6447B"/>
    <w:rsid w:val="00D66347"/>
    <w:rsid w:val="00D67685"/>
    <w:rsid w:val="00D67A19"/>
    <w:rsid w:val="00D67B8A"/>
    <w:rsid w:val="00D70187"/>
    <w:rsid w:val="00D725D9"/>
    <w:rsid w:val="00D7642B"/>
    <w:rsid w:val="00D76961"/>
    <w:rsid w:val="00D76B3C"/>
    <w:rsid w:val="00D76D75"/>
    <w:rsid w:val="00D76DB0"/>
    <w:rsid w:val="00D7764A"/>
    <w:rsid w:val="00D777EB"/>
    <w:rsid w:val="00D81FC3"/>
    <w:rsid w:val="00D84541"/>
    <w:rsid w:val="00D845CA"/>
    <w:rsid w:val="00D84827"/>
    <w:rsid w:val="00D84BB5"/>
    <w:rsid w:val="00D87256"/>
    <w:rsid w:val="00D93B71"/>
    <w:rsid w:val="00D9411B"/>
    <w:rsid w:val="00D94955"/>
    <w:rsid w:val="00D94BC8"/>
    <w:rsid w:val="00D95889"/>
    <w:rsid w:val="00D95FCD"/>
    <w:rsid w:val="00D96B22"/>
    <w:rsid w:val="00D96BDC"/>
    <w:rsid w:val="00DA0BBD"/>
    <w:rsid w:val="00DA0C03"/>
    <w:rsid w:val="00DA1108"/>
    <w:rsid w:val="00DA1C24"/>
    <w:rsid w:val="00DA33FA"/>
    <w:rsid w:val="00DA3736"/>
    <w:rsid w:val="00DA4F8C"/>
    <w:rsid w:val="00DA69F5"/>
    <w:rsid w:val="00DA6CB1"/>
    <w:rsid w:val="00DB1239"/>
    <w:rsid w:val="00DB1C4B"/>
    <w:rsid w:val="00DB2B2A"/>
    <w:rsid w:val="00DB2B97"/>
    <w:rsid w:val="00DB3F72"/>
    <w:rsid w:val="00DB4397"/>
    <w:rsid w:val="00DB528C"/>
    <w:rsid w:val="00DB5914"/>
    <w:rsid w:val="00DC068D"/>
    <w:rsid w:val="00DC118C"/>
    <w:rsid w:val="00DC2017"/>
    <w:rsid w:val="00DC3446"/>
    <w:rsid w:val="00DC355A"/>
    <w:rsid w:val="00DC38ED"/>
    <w:rsid w:val="00DC7514"/>
    <w:rsid w:val="00DC78BC"/>
    <w:rsid w:val="00DC7982"/>
    <w:rsid w:val="00DD0933"/>
    <w:rsid w:val="00DD13BC"/>
    <w:rsid w:val="00DD3855"/>
    <w:rsid w:val="00DD3B8C"/>
    <w:rsid w:val="00DD45A6"/>
    <w:rsid w:val="00DD5B9B"/>
    <w:rsid w:val="00DD7550"/>
    <w:rsid w:val="00DD7D7D"/>
    <w:rsid w:val="00DE0099"/>
    <w:rsid w:val="00DE0B82"/>
    <w:rsid w:val="00DE15BD"/>
    <w:rsid w:val="00DE26C5"/>
    <w:rsid w:val="00DE29D7"/>
    <w:rsid w:val="00DE38D6"/>
    <w:rsid w:val="00DE5D3A"/>
    <w:rsid w:val="00DE69CB"/>
    <w:rsid w:val="00DE7BAB"/>
    <w:rsid w:val="00DE7DF7"/>
    <w:rsid w:val="00DF0D4E"/>
    <w:rsid w:val="00DF1134"/>
    <w:rsid w:val="00DF1182"/>
    <w:rsid w:val="00DF1CEC"/>
    <w:rsid w:val="00DF1EE5"/>
    <w:rsid w:val="00DF2FE0"/>
    <w:rsid w:val="00DF67BF"/>
    <w:rsid w:val="00DF6C82"/>
    <w:rsid w:val="00DF71D0"/>
    <w:rsid w:val="00DF75AC"/>
    <w:rsid w:val="00DF7987"/>
    <w:rsid w:val="00E02094"/>
    <w:rsid w:val="00E02432"/>
    <w:rsid w:val="00E02BA9"/>
    <w:rsid w:val="00E03F04"/>
    <w:rsid w:val="00E04FDC"/>
    <w:rsid w:val="00E05214"/>
    <w:rsid w:val="00E055EE"/>
    <w:rsid w:val="00E05E51"/>
    <w:rsid w:val="00E060A2"/>
    <w:rsid w:val="00E065F1"/>
    <w:rsid w:val="00E06CA2"/>
    <w:rsid w:val="00E07504"/>
    <w:rsid w:val="00E07837"/>
    <w:rsid w:val="00E11A1C"/>
    <w:rsid w:val="00E11CDD"/>
    <w:rsid w:val="00E11CE2"/>
    <w:rsid w:val="00E11E9C"/>
    <w:rsid w:val="00E123AF"/>
    <w:rsid w:val="00E129C7"/>
    <w:rsid w:val="00E12B87"/>
    <w:rsid w:val="00E14362"/>
    <w:rsid w:val="00E159F7"/>
    <w:rsid w:val="00E15C5F"/>
    <w:rsid w:val="00E166A5"/>
    <w:rsid w:val="00E16E9F"/>
    <w:rsid w:val="00E17B5C"/>
    <w:rsid w:val="00E17EF4"/>
    <w:rsid w:val="00E20373"/>
    <w:rsid w:val="00E2091A"/>
    <w:rsid w:val="00E21FE4"/>
    <w:rsid w:val="00E234C7"/>
    <w:rsid w:val="00E23F24"/>
    <w:rsid w:val="00E268C1"/>
    <w:rsid w:val="00E26C91"/>
    <w:rsid w:val="00E275A6"/>
    <w:rsid w:val="00E335BB"/>
    <w:rsid w:val="00E33ADE"/>
    <w:rsid w:val="00E34199"/>
    <w:rsid w:val="00E378C9"/>
    <w:rsid w:val="00E40FAC"/>
    <w:rsid w:val="00E4157B"/>
    <w:rsid w:val="00E42C85"/>
    <w:rsid w:val="00E43406"/>
    <w:rsid w:val="00E44E29"/>
    <w:rsid w:val="00E46B4B"/>
    <w:rsid w:val="00E46BAB"/>
    <w:rsid w:val="00E46EA9"/>
    <w:rsid w:val="00E5086D"/>
    <w:rsid w:val="00E52D3E"/>
    <w:rsid w:val="00E53556"/>
    <w:rsid w:val="00E54200"/>
    <w:rsid w:val="00E547B7"/>
    <w:rsid w:val="00E559C7"/>
    <w:rsid w:val="00E55B73"/>
    <w:rsid w:val="00E55D98"/>
    <w:rsid w:val="00E572B8"/>
    <w:rsid w:val="00E57552"/>
    <w:rsid w:val="00E6029F"/>
    <w:rsid w:val="00E63722"/>
    <w:rsid w:val="00E64CA6"/>
    <w:rsid w:val="00E64D04"/>
    <w:rsid w:val="00E64FED"/>
    <w:rsid w:val="00E657E0"/>
    <w:rsid w:val="00E65963"/>
    <w:rsid w:val="00E65AB5"/>
    <w:rsid w:val="00E665C4"/>
    <w:rsid w:val="00E678E5"/>
    <w:rsid w:val="00E67AA1"/>
    <w:rsid w:val="00E70046"/>
    <w:rsid w:val="00E7079E"/>
    <w:rsid w:val="00E70B58"/>
    <w:rsid w:val="00E71969"/>
    <w:rsid w:val="00E727AA"/>
    <w:rsid w:val="00E7289B"/>
    <w:rsid w:val="00E74471"/>
    <w:rsid w:val="00E74D45"/>
    <w:rsid w:val="00E75FE2"/>
    <w:rsid w:val="00E77A4A"/>
    <w:rsid w:val="00E810A7"/>
    <w:rsid w:val="00E83461"/>
    <w:rsid w:val="00E84B96"/>
    <w:rsid w:val="00E85143"/>
    <w:rsid w:val="00E851B5"/>
    <w:rsid w:val="00E86E79"/>
    <w:rsid w:val="00E87197"/>
    <w:rsid w:val="00E878A1"/>
    <w:rsid w:val="00E87F69"/>
    <w:rsid w:val="00E9166A"/>
    <w:rsid w:val="00E917B9"/>
    <w:rsid w:val="00E92F00"/>
    <w:rsid w:val="00E931CE"/>
    <w:rsid w:val="00EA0581"/>
    <w:rsid w:val="00EA08F6"/>
    <w:rsid w:val="00EA1F20"/>
    <w:rsid w:val="00EA2613"/>
    <w:rsid w:val="00EA5537"/>
    <w:rsid w:val="00EB04A5"/>
    <w:rsid w:val="00EB05D4"/>
    <w:rsid w:val="00EB1A4D"/>
    <w:rsid w:val="00EB26D6"/>
    <w:rsid w:val="00EB3755"/>
    <w:rsid w:val="00EB3A65"/>
    <w:rsid w:val="00EB53BC"/>
    <w:rsid w:val="00EB7441"/>
    <w:rsid w:val="00EC1E09"/>
    <w:rsid w:val="00EC3690"/>
    <w:rsid w:val="00EC3DE3"/>
    <w:rsid w:val="00EC6616"/>
    <w:rsid w:val="00EC75DC"/>
    <w:rsid w:val="00EC767C"/>
    <w:rsid w:val="00ED0100"/>
    <w:rsid w:val="00ED137A"/>
    <w:rsid w:val="00ED1E79"/>
    <w:rsid w:val="00ED225B"/>
    <w:rsid w:val="00ED4208"/>
    <w:rsid w:val="00ED439A"/>
    <w:rsid w:val="00ED51E0"/>
    <w:rsid w:val="00ED5B25"/>
    <w:rsid w:val="00ED6F9B"/>
    <w:rsid w:val="00ED7031"/>
    <w:rsid w:val="00ED73A8"/>
    <w:rsid w:val="00ED7453"/>
    <w:rsid w:val="00EE0212"/>
    <w:rsid w:val="00EE0AE6"/>
    <w:rsid w:val="00EE1043"/>
    <w:rsid w:val="00EE1396"/>
    <w:rsid w:val="00EE218F"/>
    <w:rsid w:val="00EE236A"/>
    <w:rsid w:val="00EE2B36"/>
    <w:rsid w:val="00EE3E1B"/>
    <w:rsid w:val="00EE4286"/>
    <w:rsid w:val="00EE5C0A"/>
    <w:rsid w:val="00EE5DDF"/>
    <w:rsid w:val="00EE6BBD"/>
    <w:rsid w:val="00EE6D62"/>
    <w:rsid w:val="00EE6FE0"/>
    <w:rsid w:val="00EE754F"/>
    <w:rsid w:val="00EF159B"/>
    <w:rsid w:val="00EF24E0"/>
    <w:rsid w:val="00EF4532"/>
    <w:rsid w:val="00EF4B4D"/>
    <w:rsid w:val="00EF59E2"/>
    <w:rsid w:val="00EF6C11"/>
    <w:rsid w:val="00EF7E4E"/>
    <w:rsid w:val="00F020F0"/>
    <w:rsid w:val="00F022A8"/>
    <w:rsid w:val="00F04A06"/>
    <w:rsid w:val="00F06627"/>
    <w:rsid w:val="00F06F40"/>
    <w:rsid w:val="00F07727"/>
    <w:rsid w:val="00F10284"/>
    <w:rsid w:val="00F11AD3"/>
    <w:rsid w:val="00F11BD1"/>
    <w:rsid w:val="00F12BC5"/>
    <w:rsid w:val="00F12E88"/>
    <w:rsid w:val="00F15A88"/>
    <w:rsid w:val="00F176D3"/>
    <w:rsid w:val="00F17F27"/>
    <w:rsid w:val="00F2049E"/>
    <w:rsid w:val="00F213A0"/>
    <w:rsid w:val="00F22BD3"/>
    <w:rsid w:val="00F23E68"/>
    <w:rsid w:val="00F249A4"/>
    <w:rsid w:val="00F2744D"/>
    <w:rsid w:val="00F27C2E"/>
    <w:rsid w:val="00F304C6"/>
    <w:rsid w:val="00F31E26"/>
    <w:rsid w:val="00F329CC"/>
    <w:rsid w:val="00F32AD0"/>
    <w:rsid w:val="00F33BDE"/>
    <w:rsid w:val="00F33D36"/>
    <w:rsid w:val="00F33F8C"/>
    <w:rsid w:val="00F348D9"/>
    <w:rsid w:val="00F35772"/>
    <w:rsid w:val="00F37AC4"/>
    <w:rsid w:val="00F37FAF"/>
    <w:rsid w:val="00F40793"/>
    <w:rsid w:val="00F41AE8"/>
    <w:rsid w:val="00F42795"/>
    <w:rsid w:val="00F44841"/>
    <w:rsid w:val="00F44B69"/>
    <w:rsid w:val="00F44F77"/>
    <w:rsid w:val="00F47075"/>
    <w:rsid w:val="00F474C7"/>
    <w:rsid w:val="00F4750A"/>
    <w:rsid w:val="00F47A19"/>
    <w:rsid w:val="00F47A33"/>
    <w:rsid w:val="00F47F79"/>
    <w:rsid w:val="00F501C7"/>
    <w:rsid w:val="00F508EA"/>
    <w:rsid w:val="00F50945"/>
    <w:rsid w:val="00F519EB"/>
    <w:rsid w:val="00F544B2"/>
    <w:rsid w:val="00F549C7"/>
    <w:rsid w:val="00F55113"/>
    <w:rsid w:val="00F55A89"/>
    <w:rsid w:val="00F56C3D"/>
    <w:rsid w:val="00F60222"/>
    <w:rsid w:val="00F60D17"/>
    <w:rsid w:val="00F61FCB"/>
    <w:rsid w:val="00F62FEF"/>
    <w:rsid w:val="00F631D9"/>
    <w:rsid w:val="00F63F49"/>
    <w:rsid w:val="00F65010"/>
    <w:rsid w:val="00F67FBC"/>
    <w:rsid w:val="00F7022F"/>
    <w:rsid w:val="00F72F21"/>
    <w:rsid w:val="00F73ACB"/>
    <w:rsid w:val="00F73B20"/>
    <w:rsid w:val="00F73C8A"/>
    <w:rsid w:val="00F7457D"/>
    <w:rsid w:val="00F75AE5"/>
    <w:rsid w:val="00F75C2B"/>
    <w:rsid w:val="00F77DE2"/>
    <w:rsid w:val="00F77DFF"/>
    <w:rsid w:val="00F80698"/>
    <w:rsid w:val="00F810C4"/>
    <w:rsid w:val="00F817B6"/>
    <w:rsid w:val="00F81B41"/>
    <w:rsid w:val="00F83500"/>
    <w:rsid w:val="00F874C3"/>
    <w:rsid w:val="00F9024E"/>
    <w:rsid w:val="00F903F0"/>
    <w:rsid w:val="00F90688"/>
    <w:rsid w:val="00F910A6"/>
    <w:rsid w:val="00F912BB"/>
    <w:rsid w:val="00F929F1"/>
    <w:rsid w:val="00F93776"/>
    <w:rsid w:val="00F97562"/>
    <w:rsid w:val="00FA08C0"/>
    <w:rsid w:val="00FA34E1"/>
    <w:rsid w:val="00FA3FE9"/>
    <w:rsid w:val="00FA4888"/>
    <w:rsid w:val="00FA48E2"/>
    <w:rsid w:val="00FA4F27"/>
    <w:rsid w:val="00FA4FEB"/>
    <w:rsid w:val="00FA5492"/>
    <w:rsid w:val="00FA5C85"/>
    <w:rsid w:val="00FA6321"/>
    <w:rsid w:val="00FA6FAC"/>
    <w:rsid w:val="00FB0641"/>
    <w:rsid w:val="00FB07AC"/>
    <w:rsid w:val="00FB2B03"/>
    <w:rsid w:val="00FB38C2"/>
    <w:rsid w:val="00FB43A6"/>
    <w:rsid w:val="00FB4B08"/>
    <w:rsid w:val="00FB4F25"/>
    <w:rsid w:val="00FB5379"/>
    <w:rsid w:val="00FC44C6"/>
    <w:rsid w:val="00FD3A25"/>
    <w:rsid w:val="00FD4153"/>
    <w:rsid w:val="00FD44DF"/>
    <w:rsid w:val="00FD47C4"/>
    <w:rsid w:val="00FD5412"/>
    <w:rsid w:val="00FE0123"/>
    <w:rsid w:val="00FE193F"/>
    <w:rsid w:val="00FE1E08"/>
    <w:rsid w:val="00FE2EA1"/>
    <w:rsid w:val="00FE37EC"/>
    <w:rsid w:val="00FE4829"/>
    <w:rsid w:val="00FE4843"/>
    <w:rsid w:val="00FE598D"/>
    <w:rsid w:val="00FE6310"/>
    <w:rsid w:val="00FE694B"/>
    <w:rsid w:val="00FE7259"/>
    <w:rsid w:val="00FE777D"/>
    <w:rsid w:val="00FE7B0A"/>
    <w:rsid w:val="00FF1182"/>
    <w:rsid w:val="00FF2576"/>
    <w:rsid w:val="00FF2DDF"/>
    <w:rsid w:val="00FF4DF1"/>
    <w:rsid w:val="00FF5437"/>
    <w:rsid w:val="00FF5B8A"/>
    <w:rsid w:val="00FF6AD7"/>
    <w:rsid w:val="00FF7794"/>
    <w:rsid w:val="00FF7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AF"/>
    <w:pPr>
      <w:widowControl w:val="0"/>
      <w:suppressAutoHyphens/>
    </w:pPr>
    <w:rPr>
      <w:rFonts w:ascii="Arial" w:hAnsi="Arial"/>
      <w:kern w:val="1"/>
      <w:sz w:val="20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1AAF"/>
    <w:pPr>
      <w:keepNext/>
      <w:tabs>
        <w:tab w:val="num" w:pos="0"/>
      </w:tabs>
      <w:jc w:val="right"/>
      <w:outlineLvl w:val="1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1AAF"/>
    <w:rPr>
      <w:rFonts w:ascii="Arial" w:hAnsi="Arial" w:cs="Times New Roman"/>
      <w:b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861A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61AAF"/>
    <w:rPr>
      <w:rFonts w:ascii="Arial" w:hAnsi="Arial" w:cs="Times New Roman"/>
      <w:kern w:val="1"/>
      <w:sz w:val="24"/>
      <w:szCs w:val="24"/>
      <w:lang w:eastAsia="zh-CN"/>
    </w:rPr>
  </w:style>
  <w:style w:type="paragraph" w:styleId="NoSpacing">
    <w:name w:val="No Spacing"/>
    <w:uiPriority w:val="99"/>
    <w:qFormat/>
    <w:rsid w:val="00861AAF"/>
    <w:pPr>
      <w:widowControl w:val="0"/>
      <w:suppressAutoHyphens/>
    </w:pPr>
    <w:rPr>
      <w:rFonts w:ascii="Arial" w:hAnsi="Arial"/>
      <w:kern w:val="1"/>
      <w:sz w:val="20"/>
      <w:szCs w:val="24"/>
      <w:lang w:eastAsia="zh-CN"/>
    </w:rPr>
  </w:style>
  <w:style w:type="paragraph" w:customStyle="1" w:styleId="ConsPlusNormal">
    <w:name w:val="ConsPlusNormal"/>
    <w:uiPriority w:val="99"/>
    <w:rsid w:val="003213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275A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E0209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203</Words>
  <Characters>1162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u0904</cp:lastModifiedBy>
  <cp:revision>4</cp:revision>
  <cp:lastPrinted>2016-12-26T11:45:00Z</cp:lastPrinted>
  <dcterms:created xsi:type="dcterms:W3CDTF">2016-12-26T09:57:00Z</dcterms:created>
  <dcterms:modified xsi:type="dcterms:W3CDTF">2016-12-26T11:53:00Z</dcterms:modified>
</cp:coreProperties>
</file>