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89" w:rsidRPr="006356AE" w:rsidRDefault="00B01089" w:rsidP="00E43186">
      <w:pPr>
        <w:ind w:left="5220"/>
        <w:jc w:val="right"/>
        <w:rPr>
          <w:sz w:val="20"/>
          <w:szCs w:val="20"/>
        </w:rPr>
      </w:pPr>
      <w:r w:rsidRPr="006356AE">
        <w:rPr>
          <w:sz w:val="20"/>
          <w:szCs w:val="20"/>
        </w:rPr>
        <w:t>Приложение №</w:t>
      </w:r>
      <w:r>
        <w:rPr>
          <w:sz w:val="20"/>
          <w:szCs w:val="20"/>
        </w:rPr>
        <w:t>3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6356AE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</w:t>
      </w:r>
      <w:r w:rsidRPr="00FD7CDD">
        <w:rPr>
          <w:sz w:val="20"/>
          <w:szCs w:val="20"/>
        </w:rPr>
        <w:t xml:space="preserve">согласования заявок на осуществление 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FD7CDD">
        <w:rPr>
          <w:sz w:val="20"/>
          <w:szCs w:val="20"/>
        </w:rPr>
        <w:t xml:space="preserve">закупок товаров (работ, услуг) для </w:t>
      </w:r>
      <w:r>
        <w:rPr>
          <w:sz w:val="20"/>
          <w:szCs w:val="20"/>
        </w:rPr>
        <w:t xml:space="preserve"> </w:t>
      </w:r>
      <w:r w:rsidRPr="00FD7CDD">
        <w:rPr>
          <w:sz w:val="20"/>
          <w:szCs w:val="20"/>
        </w:rPr>
        <w:t xml:space="preserve">муниципальных 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FD7CDD">
        <w:rPr>
          <w:sz w:val="20"/>
          <w:szCs w:val="20"/>
        </w:rPr>
        <w:t xml:space="preserve">нужд, осуществляемых путем проведения конкурсов, 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FD7CDD">
        <w:rPr>
          <w:sz w:val="20"/>
          <w:szCs w:val="20"/>
        </w:rPr>
        <w:t xml:space="preserve">аукционов, запроса котировок, запроса 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FD7CDD">
        <w:rPr>
          <w:sz w:val="20"/>
          <w:szCs w:val="20"/>
        </w:rPr>
        <w:t xml:space="preserve">предложений и учета бюджетных обязательств, </w:t>
      </w:r>
    </w:p>
    <w:p w:rsidR="00B01089" w:rsidRPr="00FD7CDD" w:rsidRDefault="00B01089" w:rsidP="00E43186">
      <w:pPr>
        <w:spacing w:line="276" w:lineRule="auto"/>
        <w:ind w:right="22"/>
        <w:jc w:val="right"/>
        <w:rPr>
          <w:sz w:val="20"/>
          <w:szCs w:val="20"/>
        </w:rPr>
      </w:pPr>
      <w:r w:rsidRPr="00FD7CDD">
        <w:rPr>
          <w:sz w:val="20"/>
          <w:szCs w:val="20"/>
        </w:rPr>
        <w:t xml:space="preserve">принимаемых в соответствии  </w:t>
      </w:r>
    </w:p>
    <w:p w:rsidR="00B01089" w:rsidRDefault="00B01089" w:rsidP="00E43186">
      <w:pPr>
        <w:spacing w:line="276" w:lineRule="auto"/>
        <w:ind w:right="22"/>
        <w:jc w:val="right"/>
        <w:rPr>
          <w:b/>
          <w:bCs/>
          <w:sz w:val="20"/>
          <w:szCs w:val="20"/>
        </w:rPr>
      </w:pPr>
      <w:r w:rsidRPr="00FD7CDD">
        <w:rPr>
          <w:sz w:val="20"/>
          <w:szCs w:val="20"/>
        </w:rPr>
        <w:t>с муниципальными контрактами (договорами</w:t>
      </w:r>
      <w:r>
        <w:rPr>
          <w:b/>
          <w:bCs/>
          <w:sz w:val="20"/>
          <w:szCs w:val="20"/>
        </w:rPr>
        <w:t>)</w:t>
      </w:r>
    </w:p>
    <w:p w:rsidR="00B01089" w:rsidRDefault="00B01089" w:rsidP="00946E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067FC">
        <w:rPr>
          <w:rFonts w:ascii="Arial" w:hAnsi="Arial" w:cs="Arial"/>
          <w:b/>
          <w:bCs/>
          <w:sz w:val="20"/>
          <w:szCs w:val="20"/>
        </w:rPr>
        <w:tab/>
      </w:r>
    </w:p>
    <w:p w:rsidR="00B01089" w:rsidRDefault="00B01089" w:rsidP="00946EF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01089" w:rsidRPr="00FD7CDD" w:rsidRDefault="00B01089" w:rsidP="00946EF6">
      <w:pPr>
        <w:jc w:val="center"/>
        <w:rPr>
          <w:rFonts w:ascii="Arial" w:hAnsi="Arial" w:cs="Arial"/>
          <w:b/>
          <w:bCs/>
        </w:rPr>
      </w:pPr>
      <w:r w:rsidRPr="00FD7CDD">
        <w:rPr>
          <w:rFonts w:ascii="Arial" w:hAnsi="Arial" w:cs="Arial"/>
          <w:b/>
          <w:bCs/>
        </w:rPr>
        <w:t>РАСШИФРОВКА ПЕРЕНОСА НЕЗАВЕРШЕННОГО БЮДЖЕТНОГО ОБЯЗАТЕЛЬСТВА ПО КОНТРАКТУ (ДОГОВОРУ)</w:t>
      </w:r>
    </w:p>
    <w:p w:rsidR="00B01089" w:rsidRDefault="00B01089" w:rsidP="00946EF6">
      <w:pPr>
        <w:jc w:val="center"/>
        <w:rPr>
          <w:rFonts w:ascii="Arial" w:hAnsi="Arial" w:cs="Arial"/>
          <w:sz w:val="20"/>
          <w:szCs w:val="20"/>
        </w:rPr>
      </w:pPr>
    </w:p>
    <w:p w:rsidR="00B01089" w:rsidRDefault="00B01089" w:rsidP="00946EF6">
      <w:pPr>
        <w:jc w:val="center"/>
        <w:rPr>
          <w:rFonts w:ascii="Arial" w:hAnsi="Arial" w:cs="Arial"/>
          <w:sz w:val="20"/>
          <w:szCs w:val="20"/>
        </w:rPr>
      </w:pPr>
      <w:r w:rsidRPr="007067FC">
        <w:rPr>
          <w:rFonts w:ascii="Arial" w:hAnsi="Arial" w:cs="Arial"/>
          <w:sz w:val="20"/>
          <w:szCs w:val="20"/>
        </w:rPr>
        <w:t>к документу от ___________ № ____________</w:t>
      </w:r>
    </w:p>
    <w:p w:rsidR="00B01089" w:rsidRPr="007067FC" w:rsidRDefault="00B01089" w:rsidP="00946EF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15228"/>
      </w:tblGrid>
      <w:tr w:rsidR="00B01089" w:rsidRPr="00DE0579">
        <w:tc>
          <w:tcPr>
            <w:tcW w:w="15228" w:type="dxa"/>
            <w:tcBorders>
              <w:bottom w:val="single" w:sz="4" w:space="0" w:color="auto"/>
            </w:tcBorders>
          </w:tcPr>
          <w:p w:rsidR="00B01089" w:rsidRPr="00DE0579" w:rsidRDefault="00B01089" w:rsidP="00371E69">
            <w:pPr>
              <w:tabs>
                <w:tab w:val="left" w:pos="3060"/>
                <w:tab w:val="left" w:pos="37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01089" w:rsidRDefault="00B01089" w:rsidP="00946EF6">
      <w:pPr>
        <w:tabs>
          <w:tab w:val="left" w:pos="3060"/>
          <w:tab w:val="left" w:pos="3780"/>
        </w:tabs>
        <w:jc w:val="center"/>
        <w:rPr>
          <w:rFonts w:ascii="Arial" w:hAnsi="Arial" w:cs="Arial"/>
          <w:sz w:val="20"/>
          <w:szCs w:val="20"/>
        </w:rPr>
      </w:pPr>
      <w:r w:rsidRPr="007067FC">
        <w:rPr>
          <w:rFonts w:ascii="Arial" w:hAnsi="Arial" w:cs="Arial"/>
          <w:sz w:val="20"/>
          <w:szCs w:val="20"/>
        </w:rPr>
        <w:t xml:space="preserve">Наименование </w:t>
      </w:r>
      <w:r>
        <w:rPr>
          <w:rFonts w:ascii="Arial" w:hAnsi="Arial" w:cs="Arial"/>
          <w:sz w:val="20"/>
          <w:szCs w:val="20"/>
        </w:rPr>
        <w:t>поставщика, предмет контракта (договора)</w:t>
      </w:r>
    </w:p>
    <w:p w:rsidR="00B01089" w:rsidRPr="007067FC" w:rsidRDefault="00B01089" w:rsidP="00946EF6">
      <w:pPr>
        <w:tabs>
          <w:tab w:val="left" w:pos="3060"/>
          <w:tab w:val="left" w:pos="378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150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8"/>
        <w:gridCol w:w="60"/>
        <w:gridCol w:w="308"/>
        <w:gridCol w:w="2824"/>
        <w:gridCol w:w="1908"/>
        <w:gridCol w:w="1218"/>
        <w:gridCol w:w="60"/>
        <w:gridCol w:w="1242"/>
        <w:gridCol w:w="658"/>
        <w:gridCol w:w="60"/>
        <w:gridCol w:w="158"/>
        <w:gridCol w:w="60"/>
        <w:gridCol w:w="744"/>
        <w:gridCol w:w="487"/>
        <w:gridCol w:w="60"/>
        <w:gridCol w:w="653"/>
        <w:gridCol w:w="1680"/>
        <w:gridCol w:w="182"/>
        <w:gridCol w:w="60"/>
        <w:gridCol w:w="110"/>
        <w:gridCol w:w="60"/>
        <w:gridCol w:w="1016"/>
        <w:gridCol w:w="982"/>
        <w:gridCol w:w="60"/>
        <w:gridCol w:w="218"/>
      </w:tblGrid>
      <w:tr w:rsidR="00B01089" w:rsidRPr="003649B6">
        <w:trPr>
          <w:trHeight w:val="874"/>
        </w:trPr>
        <w:tc>
          <w:tcPr>
            <w:tcW w:w="596" w:type="dxa"/>
            <w:gridSpan w:val="3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4" w:type="dxa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908" w:type="dxa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</w:p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лицевого счета</w:t>
            </w:r>
          </w:p>
        </w:tc>
        <w:tc>
          <w:tcPr>
            <w:tcW w:w="2520" w:type="dxa"/>
            <w:gridSpan w:val="3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Бюджетная </w:t>
            </w:r>
          </w:p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классификация</w:t>
            </w:r>
          </w:p>
        </w:tc>
        <w:tc>
          <w:tcPr>
            <w:tcW w:w="1680" w:type="dxa"/>
            <w:gridSpan w:val="5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Сумма контракта общая</w:t>
            </w:r>
          </w:p>
        </w:tc>
        <w:tc>
          <w:tcPr>
            <w:tcW w:w="1200" w:type="dxa"/>
            <w:gridSpan w:val="3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№БО</w:t>
            </w:r>
          </w:p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прошлого</w:t>
            </w:r>
          </w:p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года **</w:t>
            </w:r>
          </w:p>
        </w:tc>
        <w:tc>
          <w:tcPr>
            <w:tcW w:w="1680" w:type="dxa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Сумма оплаты  БО прошлого года</w:t>
            </w:r>
          </w:p>
        </w:tc>
        <w:tc>
          <w:tcPr>
            <w:tcW w:w="1428" w:type="dxa"/>
            <w:gridSpan w:val="5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остатка по контракту, подлежащая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уплате в текущем году</w:t>
            </w:r>
          </w:p>
        </w:tc>
        <w:tc>
          <w:tcPr>
            <w:tcW w:w="1260" w:type="dxa"/>
            <w:gridSpan w:val="3"/>
            <w:vAlign w:val="center"/>
          </w:tcPr>
          <w:p w:rsidR="00B01089" w:rsidRPr="003649B6" w:rsidRDefault="00B01089" w:rsidP="00371E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9B6">
              <w:rPr>
                <w:rFonts w:ascii="Arial" w:hAnsi="Arial" w:cs="Arial"/>
                <w:b/>
                <w:bCs/>
                <w:sz w:val="18"/>
                <w:szCs w:val="18"/>
              </w:rPr>
              <w:t>№БО</w:t>
            </w:r>
          </w:p>
        </w:tc>
      </w:tr>
      <w:tr w:rsidR="00B01089" w:rsidRPr="00FD7CDD">
        <w:trPr>
          <w:trHeight w:val="163"/>
        </w:trPr>
        <w:tc>
          <w:tcPr>
            <w:tcW w:w="596" w:type="dxa"/>
            <w:gridSpan w:val="3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4" w:type="dxa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08" w:type="dxa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0" w:type="dxa"/>
            <w:gridSpan w:val="3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80" w:type="dxa"/>
            <w:gridSpan w:val="5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00" w:type="dxa"/>
            <w:gridSpan w:val="3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80" w:type="dxa"/>
            <w:vAlign w:val="center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28" w:type="dxa"/>
            <w:gridSpan w:val="5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3"/>
          </w:tcPr>
          <w:p w:rsidR="00B01089" w:rsidRPr="00FD7CDD" w:rsidRDefault="00B01089" w:rsidP="00371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CDD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01089" w:rsidRPr="00DE0579">
        <w:trPr>
          <w:trHeight w:val="230"/>
        </w:trPr>
        <w:tc>
          <w:tcPr>
            <w:tcW w:w="596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gridSpan w:val="5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5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089" w:rsidRPr="00DE0579">
        <w:trPr>
          <w:trHeight w:val="55"/>
        </w:trPr>
        <w:tc>
          <w:tcPr>
            <w:tcW w:w="596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gridSpan w:val="5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5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B01089" w:rsidRPr="00DE0579" w:rsidRDefault="00B01089" w:rsidP="00371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2"/>
          <w:gridAfter w:val="1"/>
          <w:wBefore w:w="288" w:type="dxa"/>
          <w:wAfter w:w="218" w:type="dxa"/>
          <w:trHeight w:val="192"/>
        </w:trPr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1089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1089" w:rsidRPr="007067FC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  <w:r w:rsidRPr="007067FC">
              <w:rPr>
                <w:rFonts w:ascii="Arial" w:hAnsi="Arial" w:cs="Arial"/>
                <w:sz w:val="20"/>
                <w:szCs w:val="20"/>
              </w:rPr>
              <w:t>Руководитель муниципального заказчика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5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2"/>
          <w:gridAfter w:val="1"/>
          <w:wBefore w:w="288" w:type="dxa"/>
          <w:wAfter w:w="218" w:type="dxa"/>
          <w:trHeight w:val="101"/>
        </w:trPr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(дата)</w:t>
            </w: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2"/>
          <w:gridAfter w:val="1"/>
          <w:wBefore w:w="288" w:type="dxa"/>
          <w:wAfter w:w="218" w:type="dxa"/>
          <w:trHeight w:val="178"/>
        </w:trPr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1089" w:rsidRPr="007067FC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  <w:r w:rsidRPr="007067FC">
              <w:rPr>
                <w:rFonts w:ascii="Arial" w:hAnsi="Arial" w:cs="Arial"/>
                <w:sz w:val="20"/>
                <w:szCs w:val="20"/>
              </w:rPr>
              <w:t>Главный бухгалтер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2"/>
          <w:gridAfter w:val="1"/>
          <w:wBefore w:w="288" w:type="dxa"/>
          <w:wAfter w:w="218" w:type="dxa"/>
          <w:trHeight w:val="81"/>
        </w:trPr>
        <w:tc>
          <w:tcPr>
            <w:tcW w:w="6318" w:type="dxa"/>
            <w:gridSpan w:val="5"/>
            <w:tcBorders>
              <w:top w:val="nil"/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(дата)</w:t>
            </w: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228" w:type="dxa"/>
          <w:wAfter w:w="278" w:type="dxa"/>
          <w:trHeight w:val="390"/>
        </w:trPr>
        <w:tc>
          <w:tcPr>
            <w:tcW w:w="631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B01089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1089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1089" w:rsidRPr="007067FC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Начальник (заместитель начальника) финансового управления 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228" w:type="dxa"/>
          <w:wAfter w:w="278" w:type="dxa"/>
          <w:trHeight w:val="147"/>
        </w:trPr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5" w:type="dxa"/>
            <w:gridSpan w:val="4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(дата)</w:t>
            </w: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228" w:type="dxa"/>
          <w:wAfter w:w="278" w:type="dxa"/>
          <w:trHeight w:val="193"/>
        </w:trPr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1089" w:rsidRPr="007067FC" w:rsidRDefault="00B01089" w:rsidP="00DC7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Специалист отдела казначейства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  <w:vAlign w:val="bottom"/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</w:p>
        </w:tc>
      </w:tr>
      <w:tr w:rsidR="00B01089" w:rsidRPr="00E171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228" w:type="dxa"/>
          <w:wAfter w:w="278" w:type="dxa"/>
          <w:trHeight w:val="83"/>
        </w:trPr>
        <w:tc>
          <w:tcPr>
            <w:tcW w:w="6318" w:type="dxa"/>
            <w:gridSpan w:val="5"/>
            <w:tcBorders>
              <w:top w:val="nil"/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1291" w:type="dxa"/>
            <w:gridSpan w:val="3"/>
            <w:tcBorders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B01089" w:rsidRPr="00E1717E" w:rsidRDefault="00B01089" w:rsidP="00DC7117">
            <w:pPr>
              <w:jc w:val="center"/>
              <w:rPr>
                <w:rFonts w:ascii="Arial" w:hAnsi="Arial" w:cs="Arial"/>
              </w:rPr>
            </w:pPr>
            <w:r w:rsidRPr="006255B9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70" w:type="dxa"/>
            <w:gridSpan w:val="2"/>
            <w:tcBorders>
              <w:left w:val="nil"/>
              <w:right w:val="nil"/>
            </w:tcBorders>
          </w:tcPr>
          <w:p w:rsidR="00B01089" w:rsidRPr="00E1717E" w:rsidRDefault="00B01089" w:rsidP="00DC711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right w:val="nil"/>
            </w:tcBorders>
          </w:tcPr>
          <w:p w:rsidR="00B01089" w:rsidRPr="006255B9" w:rsidRDefault="00B01089" w:rsidP="00DC71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(дата)</w:t>
            </w:r>
          </w:p>
        </w:tc>
      </w:tr>
    </w:tbl>
    <w:p w:rsidR="00B01089" w:rsidRDefault="00B01089"/>
    <w:sectPr w:rsidR="00B01089" w:rsidSect="007553A0">
      <w:pgSz w:w="16838" w:h="11906" w:orient="landscape" w:code="9"/>
      <w:pgMar w:top="1438" w:right="567" w:bottom="567" w:left="90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EF6"/>
    <w:rsid w:val="00004D0C"/>
    <w:rsid w:val="000070D1"/>
    <w:rsid w:val="0000784E"/>
    <w:rsid w:val="000114F1"/>
    <w:rsid w:val="00011C29"/>
    <w:rsid w:val="0001343A"/>
    <w:rsid w:val="00017CDC"/>
    <w:rsid w:val="00025F0E"/>
    <w:rsid w:val="00027518"/>
    <w:rsid w:val="0003053F"/>
    <w:rsid w:val="000327E4"/>
    <w:rsid w:val="0003490E"/>
    <w:rsid w:val="00034C67"/>
    <w:rsid w:val="00037498"/>
    <w:rsid w:val="000406A9"/>
    <w:rsid w:val="00041576"/>
    <w:rsid w:val="00044419"/>
    <w:rsid w:val="00044BB0"/>
    <w:rsid w:val="0004655B"/>
    <w:rsid w:val="000574B7"/>
    <w:rsid w:val="000579B7"/>
    <w:rsid w:val="00057A08"/>
    <w:rsid w:val="00057AA7"/>
    <w:rsid w:val="00057D06"/>
    <w:rsid w:val="00060981"/>
    <w:rsid w:val="00062908"/>
    <w:rsid w:val="00062DE0"/>
    <w:rsid w:val="00073BCE"/>
    <w:rsid w:val="000775A7"/>
    <w:rsid w:val="000826FE"/>
    <w:rsid w:val="00087D21"/>
    <w:rsid w:val="00090306"/>
    <w:rsid w:val="00092316"/>
    <w:rsid w:val="00095384"/>
    <w:rsid w:val="000A4221"/>
    <w:rsid w:val="000A4723"/>
    <w:rsid w:val="000A5D18"/>
    <w:rsid w:val="000B5896"/>
    <w:rsid w:val="000C187B"/>
    <w:rsid w:val="000C1936"/>
    <w:rsid w:val="000C6448"/>
    <w:rsid w:val="000D176B"/>
    <w:rsid w:val="000E3D70"/>
    <w:rsid w:val="000E660D"/>
    <w:rsid w:val="000F5662"/>
    <w:rsid w:val="000F6D90"/>
    <w:rsid w:val="001000FA"/>
    <w:rsid w:val="001011B4"/>
    <w:rsid w:val="001023FC"/>
    <w:rsid w:val="001057E7"/>
    <w:rsid w:val="001079C9"/>
    <w:rsid w:val="00107E60"/>
    <w:rsid w:val="00110B22"/>
    <w:rsid w:val="00124A42"/>
    <w:rsid w:val="0013131B"/>
    <w:rsid w:val="0013297F"/>
    <w:rsid w:val="00136CCF"/>
    <w:rsid w:val="001379F3"/>
    <w:rsid w:val="0014212D"/>
    <w:rsid w:val="00147951"/>
    <w:rsid w:val="001561F9"/>
    <w:rsid w:val="00161258"/>
    <w:rsid w:val="00165613"/>
    <w:rsid w:val="00165C0F"/>
    <w:rsid w:val="0016683A"/>
    <w:rsid w:val="00167910"/>
    <w:rsid w:val="00167FDC"/>
    <w:rsid w:val="0017066B"/>
    <w:rsid w:val="00170DB7"/>
    <w:rsid w:val="00175C3D"/>
    <w:rsid w:val="00182236"/>
    <w:rsid w:val="001853DA"/>
    <w:rsid w:val="00185AA7"/>
    <w:rsid w:val="00187093"/>
    <w:rsid w:val="001875AD"/>
    <w:rsid w:val="00190205"/>
    <w:rsid w:val="0019293A"/>
    <w:rsid w:val="001B5812"/>
    <w:rsid w:val="001C59BF"/>
    <w:rsid w:val="001C640E"/>
    <w:rsid w:val="001D03F7"/>
    <w:rsid w:val="001D5A17"/>
    <w:rsid w:val="001D754D"/>
    <w:rsid w:val="001E1BA8"/>
    <w:rsid w:val="001E57FC"/>
    <w:rsid w:val="001E709C"/>
    <w:rsid w:val="001E746D"/>
    <w:rsid w:val="001F2FF3"/>
    <w:rsid w:val="001F7112"/>
    <w:rsid w:val="00202DE0"/>
    <w:rsid w:val="00204628"/>
    <w:rsid w:val="00207041"/>
    <w:rsid w:val="00215416"/>
    <w:rsid w:val="002172C4"/>
    <w:rsid w:val="002212B2"/>
    <w:rsid w:val="0022287C"/>
    <w:rsid w:val="00224ACE"/>
    <w:rsid w:val="002257D1"/>
    <w:rsid w:val="002271E7"/>
    <w:rsid w:val="00237D82"/>
    <w:rsid w:val="002411B6"/>
    <w:rsid w:val="00241852"/>
    <w:rsid w:val="002444BB"/>
    <w:rsid w:val="00246FD8"/>
    <w:rsid w:val="00251079"/>
    <w:rsid w:val="002526DC"/>
    <w:rsid w:val="002528AA"/>
    <w:rsid w:val="002567D2"/>
    <w:rsid w:val="00256E35"/>
    <w:rsid w:val="00261734"/>
    <w:rsid w:val="00261AD1"/>
    <w:rsid w:val="00275E1A"/>
    <w:rsid w:val="00277ECC"/>
    <w:rsid w:val="0028269A"/>
    <w:rsid w:val="00291B46"/>
    <w:rsid w:val="00292EF9"/>
    <w:rsid w:val="002969CF"/>
    <w:rsid w:val="002A1E59"/>
    <w:rsid w:val="002A52F5"/>
    <w:rsid w:val="002A5BC5"/>
    <w:rsid w:val="002A6055"/>
    <w:rsid w:val="002A6F2C"/>
    <w:rsid w:val="002A7CBD"/>
    <w:rsid w:val="002B43D5"/>
    <w:rsid w:val="002B5E73"/>
    <w:rsid w:val="002B6CE5"/>
    <w:rsid w:val="002C0D76"/>
    <w:rsid w:val="002C25AD"/>
    <w:rsid w:val="002C45A5"/>
    <w:rsid w:val="002C4C8E"/>
    <w:rsid w:val="002C75B1"/>
    <w:rsid w:val="002D0FEC"/>
    <w:rsid w:val="002D16F7"/>
    <w:rsid w:val="002D2174"/>
    <w:rsid w:val="002D33F3"/>
    <w:rsid w:val="002E16D1"/>
    <w:rsid w:val="002E32CD"/>
    <w:rsid w:val="002E66EF"/>
    <w:rsid w:val="002E76F4"/>
    <w:rsid w:val="002E79B3"/>
    <w:rsid w:val="002F3AF7"/>
    <w:rsid w:val="0030122B"/>
    <w:rsid w:val="0030279B"/>
    <w:rsid w:val="00304432"/>
    <w:rsid w:val="00304FE8"/>
    <w:rsid w:val="003109FD"/>
    <w:rsid w:val="0031125A"/>
    <w:rsid w:val="0031753E"/>
    <w:rsid w:val="00317D5C"/>
    <w:rsid w:val="00321C6A"/>
    <w:rsid w:val="00322401"/>
    <w:rsid w:val="00323965"/>
    <w:rsid w:val="003247B1"/>
    <w:rsid w:val="003253FB"/>
    <w:rsid w:val="003268A6"/>
    <w:rsid w:val="003305A2"/>
    <w:rsid w:val="00331116"/>
    <w:rsid w:val="00334840"/>
    <w:rsid w:val="0034039F"/>
    <w:rsid w:val="003403F6"/>
    <w:rsid w:val="00343187"/>
    <w:rsid w:val="00345C18"/>
    <w:rsid w:val="0036407C"/>
    <w:rsid w:val="003644FF"/>
    <w:rsid w:val="003649B6"/>
    <w:rsid w:val="00364E58"/>
    <w:rsid w:val="0036645A"/>
    <w:rsid w:val="00366521"/>
    <w:rsid w:val="00371E69"/>
    <w:rsid w:val="0037478F"/>
    <w:rsid w:val="003761C0"/>
    <w:rsid w:val="0038156D"/>
    <w:rsid w:val="00390AFF"/>
    <w:rsid w:val="0039259B"/>
    <w:rsid w:val="00393550"/>
    <w:rsid w:val="00396202"/>
    <w:rsid w:val="003A1D5D"/>
    <w:rsid w:val="003A693D"/>
    <w:rsid w:val="003A6E15"/>
    <w:rsid w:val="003B153A"/>
    <w:rsid w:val="003B38D7"/>
    <w:rsid w:val="003B7075"/>
    <w:rsid w:val="003C246B"/>
    <w:rsid w:val="003C3ADE"/>
    <w:rsid w:val="003D4AD9"/>
    <w:rsid w:val="003E2537"/>
    <w:rsid w:val="003E3401"/>
    <w:rsid w:val="003F215A"/>
    <w:rsid w:val="003F2D70"/>
    <w:rsid w:val="003F3131"/>
    <w:rsid w:val="003F425E"/>
    <w:rsid w:val="003F67AC"/>
    <w:rsid w:val="004115E1"/>
    <w:rsid w:val="00411920"/>
    <w:rsid w:val="004147B7"/>
    <w:rsid w:val="00421B73"/>
    <w:rsid w:val="00422961"/>
    <w:rsid w:val="00423EF1"/>
    <w:rsid w:val="004241B9"/>
    <w:rsid w:val="00425143"/>
    <w:rsid w:val="004379C3"/>
    <w:rsid w:val="00442244"/>
    <w:rsid w:val="00445CC5"/>
    <w:rsid w:val="004506C1"/>
    <w:rsid w:val="00453978"/>
    <w:rsid w:val="00454FE9"/>
    <w:rsid w:val="004644B8"/>
    <w:rsid w:val="00466C5B"/>
    <w:rsid w:val="00470971"/>
    <w:rsid w:val="004815C6"/>
    <w:rsid w:val="004828F2"/>
    <w:rsid w:val="00483CB5"/>
    <w:rsid w:val="0048764D"/>
    <w:rsid w:val="00491A99"/>
    <w:rsid w:val="004A1200"/>
    <w:rsid w:val="004A1563"/>
    <w:rsid w:val="004A1753"/>
    <w:rsid w:val="004A3525"/>
    <w:rsid w:val="004A4A1D"/>
    <w:rsid w:val="004A6A92"/>
    <w:rsid w:val="004B10A6"/>
    <w:rsid w:val="004B4151"/>
    <w:rsid w:val="004B5E0D"/>
    <w:rsid w:val="004C28DF"/>
    <w:rsid w:val="004C47BD"/>
    <w:rsid w:val="004D2BA0"/>
    <w:rsid w:val="004D38AB"/>
    <w:rsid w:val="004D394B"/>
    <w:rsid w:val="004D4CCE"/>
    <w:rsid w:val="004E0203"/>
    <w:rsid w:val="004E4050"/>
    <w:rsid w:val="004E649B"/>
    <w:rsid w:val="004F5E4D"/>
    <w:rsid w:val="004F6915"/>
    <w:rsid w:val="005016C3"/>
    <w:rsid w:val="00512422"/>
    <w:rsid w:val="00517F80"/>
    <w:rsid w:val="00522E24"/>
    <w:rsid w:val="005329CC"/>
    <w:rsid w:val="00535579"/>
    <w:rsid w:val="00543C2D"/>
    <w:rsid w:val="005466EC"/>
    <w:rsid w:val="0054711F"/>
    <w:rsid w:val="00547AE6"/>
    <w:rsid w:val="00551B05"/>
    <w:rsid w:val="00552846"/>
    <w:rsid w:val="005528DF"/>
    <w:rsid w:val="005536A7"/>
    <w:rsid w:val="00560242"/>
    <w:rsid w:val="00562220"/>
    <w:rsid w:val="00562CCA"/>
    <w:rsid w:val="00563BC9"/>
    <w:rsid w:val="00564BE9"/>
    <w:rsid w:val="00565049"/>
    <w:rsid w:val="00566AAA"/>
    <w:rsid w:val="00570F2B"/>
    <w:rsid w:val="00571246"/>
    <w:rsid w:val="00572AC3"/>
    <w:rsid w:val="00576608"/>
    <w:rsid w:val="0058561A"/>
    <w:rsid w:val="0059303F"/>
    <w:rsid w:val="00597A5D"/>
    <w:rsid w:val="005A15ED"/>
    <w:rsid w:val="005A31CB"/>
    <w:rsid w:val="005A7638"/>
    <w:rsid w:val="005B25FB"/>
    <w:rsid w:val="005B33A9"/>
    <w:rsid w:val="005B50D6"/>
    <w:rsid w:val="005B5B2A"/>
    <w:rsid w:val="005C12AD"/>
    <w:rsid w:val="005C1CCC"/>
    <w:rsid w:val="005D349F"/>
    <w:rsid w:val="005E047E"/>
    <w:rsid w:val="005E0AD7"/>
    <w:rsid w:val="005E125A"/>
    <w:rsid w:val="005E48A5"/>
    <w:rsid w:val="005F184C"/>
    <w:rsid w:val="005F3C14"/>
    <w:rsid w:val="005F4DA6"/>
    <w:rsid w:val="005F75C3"/>
    <w:rsid w:val="00604768"/>
    <w:rsid w:val="006068D9"/>
    <w:rsid w:val="00607848"/>
    <w:rsid w:val="006123A9"/>
    <w:rsid w:val="006151D3"/>
    <w:rsid w:val="00620548"/>
    <w:rsid w:val="00621457"/>
    <w:rsid w:val="006255B9"/>
    <w:rsid w:val="006263BD"/>
    <w:rsid w:val="006300D3"/>
    <w:rsid w:val="00631553"/>
    <w:rsid w:val="00632EDE"/>
    <w:rsid w:val="0063410A"/>
    <w:rsid w:val="00635487"/>
    <w:rsid w:val="006356AE"/>
    <w:rsid w:val="006364C4"/>
    <w:rsid w:val="006369EB"/>
    <w:rsid w:val="00637A45"/>
    <w:rsid w:val="0064554D"/>
    <w:rsid w:val="00647195"/>
    <w:rsid w:val="00650549"/>
    <w:rsid w:val="00653B15"/>
    <w:rsid w:val="00653FE1"/>
    <w:rsid w:val="00654106"/>
    <w:rsid w:val="0065463B"/>
    <w:rsid w:val="00657037"/>
    <w:rsid w:val="006578FE"/>
    <w:rsid w:val="0066199A"/>
    <w:rsid w:val="00662130"/>
    <w:rsid w:val="00663EF4"/>
    <w:rsid w:val="00665CAD"/>
    <w:rsid w:val="00667C49"/>
    <w:rsid w:val="0067417F"/>
    <w:rsid w:val="00685DCB"/>
    <w:rsid w:val="00686765"/>
    <w:rsid w:val="00694F20"/>
    <w:rsid w:val="00695745"/>
    <w:rsid w:val="006A4831"/>
    <w:rsid w:val="006A661F"/>
    <w:rsid w:val="006B1032"/>
    <w:rsid w:val="006B2BE9"/>
    <w:rsid w:val="006C26D2"/>
    <w:rsid w:val="006C3A14"/>
    <w:rsid w:val="006C3C5C"/>
    <w:rsid w:val="006C3F7E"/>
    <w:rsid w:val="006C5980"/>
    <w:rsid w:val="006D2305"/>
    <w:rsid w:val="006D2D5F"/>
    <w:rsid w:val="006D6198"/>
    <w:rsid w:val="006D7486"/>
    <w:rsid w:val="006E0495"/>
    <w:rsid w:val="006E314E"/>
    <w:rsid w:val="006E3EFD"/>
    <w:rsid w:val="006E445C"/>
    <w:rsid w:val="006F020F"/>
    <w:rsid w:val="006F2D8E"/>
    <w:rsid w:val="0070140D"/>
    <w:rsid w:val="007042CD"/>
    <w:rsid w:val="00704DD4"/>
    <w:rsid w:val="007067FC"/>
    <w:rsid w:val="007071D5"/>
    <w:rsid w:val="00707942"/>
    <w:rsid w:val="00707E97"/>
    <w:rsid w:val="007116D7"/>
    <w:rsid w:val="00711B01"/>
    <w:rsid w:val="00711B0B"/>
    <w:rsid w:val="00712CD4"/>
    <w:rsid w:val="00714B30"/>
    <w:rsid w:val="00715BB8"/>
    <w:rsid w:val="007171CC"/>
    <w:rsid w:val="007208DE"/>
    <w:rsid w:val="00721CA1"/>
    <w:rsid w:val="00723D29"/>
    <w:rsid w:val="00725B8A"/>
    <w:rsid w:val="00727DEF"/>
    <w:rsid w:val="00730BFA"/>
    <w:rsid w:val="0073133D"/>
    <w:rsid w:val="00732F5B"/>
    <w:rsid w:val="00733B52"/>
    <w:rsid w:val="00734676"/>
    <w:rsid w:val="00734E0E"/>
    <w:rsid w:val="0073519B"/>
    <w:rsid w:val="00737FD4"/>
    <w:rsid w:val="007441AD"/>
    <w:rsid w:val="007507F2"/>
    <w:rsid w:val="007542E2"/>
    <w:rsid w:val="007553A0"/>
    <w:rsid w:val="007574AA"/>
    <w:rsid w:val="00760D30"/>
    <w:rsid w:val="00764B47"/>
    <w:rsid w:val="00773048"/>
    <w:rsid w:val="00775AC5"/>
    <w:rsid w:val="00780BDA"/>
    <w:rsid w:val="0078283F"/>
    <w:rsid w:val="00782973"/>
    <w:rsid w:val="00782A87"/>
    <w:rsid w:val="00783709"/>
    <w:rsid w:val="00785E41"/>
    <w:rsid w:val="00786060"/>
    <w:rsid w:val="0078706E"/>
    <w:rsid w:val="00797D0A"/>
    <w:rsid w:val="007A2A79"/>
    <w:rsid w:val="007A3EE8"/>
    <w:rsid w:val="007B70DD"/>
    <w:rsid w:val="007C06D8"/>
    <w:rsid w:val="007C12E9"/>
    <w:rsid w:val="007C75B0"/>
    <w:rsid w:val="007C7730"/>
    <w:rsid w:val="007C7E4A"/>
    <w:rsid w:val="007D08DA"/>
    <w:rsid w:val="007D5389"/>
    <w:rsid w:val="007D56FC"/>
    <w:rsid w:val="007D589B"/>
    <w:rsid w:val="007D63CB"/>
    <w:rsid w:val="007F0468"/>
    <w:rsid w:val="007F3FD4"/>
    <w:rsid w:val="007F459E"/>
    <w:rsid w:val="007F599D"/>
    <w:rsid w:val="00800F82"/>
    <w:rsid w:val="00801C82"/>
    <w:rsid w:val="00803FDE"/>
    <w:rsid w:val="0080519B"/>
    <w:rsid w:val="0080521E"/>
    <w:rsid w:val="00810476"/>
    <w:rsid w:val="008139C3"/>
    <w:rsid w:val="008179A2"/>
    <w:rsid w:val="00820CF7"/>
    <w:rsid w:val="00821331"/>
    <w:rsid w:val="00822E09"/>
    <w:rsid w:val="00825049"/>
    <w:rsid w:val="008252A2"/>
    <w:rsid w:val="00825AF8"/>
    <w:rsid w:val="00835130"/>
    <w:rsid w:val="0085026D"/>
    <w:rsid w:val="00854FA2"/>
    <w:rsid w:val="00855BF5"/>
    <w:rsid w:val="00856D8B"/>
    <w:rsid w:val="00863043"/>
    <w:rsid w:val="00871C3F"/>
    <w:rsid w:val="00875ED7"/>
    <w:rsid w:val="008807F3"/>
    <w:rsid w:val="008828B9"/>
    <w:rsid w:val="0088556E"/>
    <w:rsid w:val="008904F5"/>
    <w:rsid w:val="00892562"/>
    <w:rsid w:val="00897E02"/>
    <w:rsid w:val="008A04C5"/>
    <w:rsid w:val="008A35E9"/>
    <w:rsid w:val="008A6815"/>
    <w:rsid w:val="008B232A"/>
    <w:rsid w:val="008B288D"/>
    <w:rsid w:val="008B5497"/>
    <w:rsid w:val="008C0311"/>
    <w:rsid w:val="008C3246"/>
    <w:rsid w:val="008C7DF0"/>
    <w:rsid w:val="008D1B39"/>
    <w:rsid w:val="008D2DAF"/>
    <w:rsid w:val="008E0B27"/>
    <w:rsid w:val="008E5568"/>
    <w:rsid w:val="008F207B"/>
    <w:rsid w:val="008F2E0E"/>
    <w:rsid w:val="008F5EDA"/>
    <w:rsid w:val="00914682"/>
    <w:rsid w:val="00915DFD"/>
    <w:rsid w:val="00917525"/>
    <w:rsid w:val="009245D2"/>
    <w:rsid w:val="00924C25"/>
    <w:rsid w:val="00930866"/>
    <w:rsid w:val="009338F2"/>
    <w:rsid w:val="00936661"/>
    <w:rsid w:val="00946EF6"/>
    <w:rsid w:val="00951860"/>
    <w:rsid w:val="0095415E"/>
    <w:rsid w:val="009549D7"/>
    <w:rsid w:val="00954A4C"/>
    <w:rsid w:val="0095545C"/>
    <w:rsid w:val="00962754"/>
    <w:rsid w:val="00965EDB"/>
    <w:rsid w:val="00967621"/>
    <w:rsid w:val="00967F79"/>
    <w:rsid w:val="00974F6D"/>
    <w:rsid w:val="00975052"/>
    <w:rsid w:val="00976F40"/>
    <w:rsid w:val="00980FDF"/>
    <w:rsid w:val="009901DE"/>
    <w:rsid w:val="00991D59"/>
    <w:rsid w:val="00992608"/>
    <w:rsid w:val="0099455C"/>
    <w:rsid w:val="00994B0E"/>
    <w:rsid w:val="00995CA5"/>
    <w:rsid w:val="009A12B4"/>
    <w:rsid w:val="009A362D"/>
    <w:rsid w:val="009A4EEF"/>
    <w:rsid w:val="009B01A8"/>
    <w:rsid w:val="009B7B0D"/>
    <w:rsid w:val="009C6948"/>
    <w:rsid w:val="009C7B8B"/>
    <w:rsid w:val="009D36D8"/>
    <w:rsid w:val="009E3130"/>
    <w:rsid w:val="009E48FE"/>
    <w:rsid w:val="009E6443"/>
    <w:rsid w:val="009F248A"/>
    <w:rsid w:val="009F400D"/>
    <w:rsid w:val="009F4B7C"/>
    <w:rsid w:val="009F5A49"/>
    <w:rsid w:val="00A008CB"/>
    <w:rsid w:val="00A0407F"/>
    <w:rsid w:val="00A04B0F"/>
    <w:rsid w:val="00A076E2"/>
    <w:rsid w:val="00A22235"/>
    <w:rsid w:val="00A34638"/>
    <w:rsid w:val="00A357AC"/>
    <w:rsid w:val="00A35B3F"/>
    <w:rsid w:val="00A424E9"/>
    <w:rsid w:val="00A441BB"/>
    <w:rsid w:val="00A46CC2"/>
    <w:rsid w:val="00A50023"/>
    <w:rsid w:val="00A50C9A"/>
    <w:rsid w:val="00A50F02"/>
    <w:rsid w:val="00A54DCC"/>
    <w:rsid w:val="00A66B71"/>
    <w:rsid w:val="00A67D6D"/>
    <w:rsid w:val="00A7394A"/>
    <w:rsid w:val="00A74490"/>
    <w:rsid w:val="00A75DEF"/>
    <w:rsid w:val="00A76164"/>
    <w:rsid w:val="00A804E0"/>
    <w:rsid w:val="00A818D7"/>
    <w:rsid w:val="00A8344E"/>
    <w:rsid w:val="00A92624"/>
    <w:rsid w:val="00A93532"/>
    <w:rsid w:val="00A9433A"/>
    <w:rsid w:val="00A94BC8"/>
    <w:rsid w:val="00A9742C"/>
    <w:rsid w:val="00A97E24"/>
    <w:rsid w:val="00AA50C9"/>
    <w:rsid w:val="00AA6961"/>
    <w:rsid w:val="00AA70B2"/>
    <w:rsid w:val="00AB574E"/>
    <w:rsid w:val="00AC0455"/>
    <w:rsid w:val="00AC268C"/>
    <w:rsid w:val="00AC278A"/>
    <w:rsid w:val="00AC3A07"/>
    <w:rsid w:val="00AC6D4D"/>
    <w:rsid w:val="00AC7C3A"/>
    <w:rsid w:val="00AD4D29"/>
    <w:rsid w:val="00AD6727"/>
    <w:rsid w:val="00AD7525"/>
    <w:rsid w:val="00AF1A61"/>
    <w:rsid w:val="00AF2431"/>
    <w:rsid w:val="00AF275C"/>
    <w:rsid w:val="00B00DDA"/>
    <w:rsid w:val="00B01089"/>
    <w:rsid w:val="00B03E92"/>
    <w:rsid w:val="00B10850"/>
    <w:rsid w:val="00B11812"/>
    <w:rsid w:val="00B12C22"/>
    <w:rsid w:val="00B14080"/>
    <w:rsid w:val="00B14652"/>
    <w:rsid w:val="00B20BCC"/>
    <w:rsid w:val="00B2164D"/>
    <w:rsid w:val="00B2248B"/>
    <w:rsid w:val="00B22956"/>
    <w:rsid w:val="00B22ACF"/>
    <w:rsid w:val="00B30E11"/>
    <w:rsid w:val="00B3352E"/>
    <w:rsid w:val="00B36191"/>
    <w:rsid w:val="00B40169"/>
    <w:rsid w:val="00B41639"/>
    <w:rsid w:val="00B45089"/>
    <w:rsid w:val="00B4798D"/>
    <w:rsid w:val="00B5131B"/>
    <w:rsid w:val="00B64159"/>
    <w:rsid w:val="00B64554"/>
    <w:rsid w:val="00B677AC"/>
    <w:rsid w:val="00B70F4E"/>
    <w:rsid w:val="00B718CB"/>
    <w:rsid w:val="00B74705"/>
    <w:rsid w:val="00B755CB"/>
    <w:rsid w:val="00B75A50"/>
    <w:rsid w:val="00B80862"/>
    <w:rsid w:val="00B80B33"/>
    <w:rsid w:val="00B82E1B"/>
    <w:rsid w:val="00B8312E"/>
    <w:rsid w:val="00B86B3A"/>
    <w:rsid w:val="00B9026B"/>
    <w:rsid w:val="00B90A6B"/>
    <w:rsid w:val="00B90E09"/>
    <w:rsid w:val="00B95440"/>
    <w:rsid w:val="00B9585C"/>
    <w:rsid w:val="00B95E16"/>
    <w:rsid w:val="00BA1A67"/>
    <w:rsid w:val="00BA229D"/>
    <w:rsid w:val="00BA269C"/>
    <w:rsid w:val="00BA47EC"/>
    <w:rsid w:val="00BA4E01"/>
    <w:rsid w:val="00BA5D2B"/>
    <w:rsid w:val="00BB1E19"/>
    <w:rsid w:val="00BB3279"/>
    <w:rsid w:val="00BC7657"/>
    <w:rsid w:val="00BD616C"/>
    <w:rsid w:val="00BE023B"/>
    <w:rsid w:val="00BE2315"/>
    <w:rsid w:val="00C02405"/>
    <w:rsid w:val="00C061C8"/>
    <w:rsid w:val="00C06AF7"/>
    <w:rsid w:val="00C1218A"/>
    <w:rsid w:val="00C164D9"/>
    <w:rsid w:val="00C232F3"/>
    <w:rsid w:val="00C2504E"/>
    <w:rsid w:val="00C26A40"/>
    <w:rsid w:val="00C31C55"/>
    <w:rsid w:val="00C34D39"/>
    <w:rsid w:val="00C362AA"/>
    <w:rsid w:val="00C36C06"/>
    <w:rsid w:val="00C435F3"/>
    <w:rsid w:val="00C44BC7"/>
    <w:rsid w:val="00C46AC9"/>
    <w:rsid w:val="00C5239A"/>
    <w:rsid w:val="00C57D6E"/>
    <w:rsid w:val="00C6632A"/>
    <w:rsid w:val="00C708A5"/>
    <w:rsid w:val="00C75326"/>
    <w:rsid w:val="00C75D0D"/>
    <w:rsid w:val="00C77231"/>
    <w:rsid w:val="00C77E00"/>
    <w:rsid w:val="00C80931"/>
    <w:rsid w:val="00C82668"/>
    <w:rsid w:val="00C84382"/>
    <w:rsid w:val="00C84EB3"/>
    <w:rsid w:val="00C9387E"/>
    <w:rsid w:val="00C93D1F"/>
    <w:rsid w:val="00C9595A"/>
    <w:rsid w:val="00CA0590"/>
    <w:rsid w:val="00CA1807"/>
    <w:rsid w:val="00CA2A77"/>
    <w:rsid w:val="00CA5B94"/>
    <w:rsid w:val="00CC307E"/>
    <w:rsid w:val="00CD17C1"/>
    <w:rsid w:val="00CD358E"/>
    <w:rsid w:val="00CD5B1E"/>
    <w:rsid w:val="00CD68B3"/>
    <w:rsid w:val="00CD76C8"/>
    <w:rsid w:val="00CE00AD"/>
    <w:rsid w:val="00CE1489"/>
    <w:rsid w:val="00CE70CE"/>
    <w:rsid w:val="00CF426E"/>
    <w:rsid w:val="00D01D8A"/>
    <w:rsid w:val="00D04426"/>
    <w:rsid w:val="00D051B8"/>
    <w:rsid w:val="00D07FAB"/>
    <w:rsid w:val="00D15E02"/>
    <w:rsid w:val="00D207F7"/>
    <w:rsid w:val="00D227B2"/>
    <w:rsid w:val="00D2427B"/>
    <w:rsid w:val="00D24407"/>
    <w:rsid w:val="00D27573"/>
    <w:rsid w:val="00D30620"/>
    <w:rsid w:val="00D35D67"/>
    <w:rsid w:val="00D36F32"/>
    <w:rsid w:val="00D448B2"/>
    <w:rsid w:val="00D452AA"/>
    <w:rsid w:val="00D45809"/>
    <w:rsid w:val="00D54C31"/>
    <w:rsid w:val="00D640B7"/>
    <w:rsid w:val="00D66DAC"/>
    <w:rsid w:val="00D67FAC"/>
    <w:rsid w:val="00D70760"/>
    <w:rsid w:val="00D747AC"/>
    <w:rsid w:val="00D74DDA"/>
    <w:rsid w:val="00D75351"/>
    <w:rsid w:val="00D75D4C"/>
    <w:rsid w:val="00D77503"/>
    <w:rsid w:val="00D7781F"/>
    <w:rsid w:val="00D8130B"/>
    <w:rsid w:val="00D82D90"/>
    <w:rsid w:val="00D832EA"/>
    <w:rsid w:val="00D83DB5"/>
    <w:rsid w:val="00D84C9B"/>
    <w:rsid w:val="00D87B82"/>
    <w:rsid w:val="00D94816"/>
    <w:rsid w:val="00D949D8"/>
    <w:rsid w:val="00DA1C48"/>
    <w:rsid w:val="00DA282F"/>
    <w:rsid w:val="00DA49EA"/>
    <w:rsid w:val="00DB032F"/>
    <w:rsid w:val="00DB1F25"/>
    <w:rsid w:val="00DB207C"/>
    <w:rsid w:val="00DB5F9F"/>
    <w:rsid w:val="00DB639E"/>
    <w:rsid w:val="00DC1438"/>
    <w:rsid w:val="00DC2E54"/>
    <w:rsid w:val="00DC6A03"/>
    <w:rsid w:val="00DC7117"/>
    <w:rsid w:val="00DD64F8"/>
    <w:rsid w:val="00DE0579"/>
    <w:rsid w:val="00DE2A9E"/>
    <w:rsid w:val="00DE34CC"/>
    <w:rsid w:val="00DF0DA5"/>
    <w:rsid w:val="00DF3AFC"/>
    <w:rsid w:val="00DF7C33"/>
    <w:rsid w:val="00E0288B"/>
    <w:rsid w:val="00E03E2C"/>
    <w:rsid w:val="00E125F4"/>
    <w:rsid w:val="00E14247"/>
    <w:rsid w:val="00E1717E"/>
    <w:rsid w:val="00E26543"/>
    <w:rsid w:val="00E268FB"/>
    <w:rsid w:val="00E30D62"/>
    <w:rsid w:val="00E3736E"/>
    <w:rsid w:val="00E37993"/>
    <w:rsid w:val="00E4250B"/>
    <w:rsid w:val="00E43186"/>
    <w:rsid w:val="00E43EAF"/>
    <w:rsid w:val="00E44B66"/>
    <w:rsid w:val="00E45E84"/>
    <w:rsid w:val="00E52584"/>
    <w:rsid w:val="00E5452B"/>
    <w:rsid w:val="00E56C71"/>
    <w:rsid w:val="00E614CC"/>
    <w:rsid w:val="00E615BE"/>
    <w:rsid w:val="00E652F7"/>
    <w:rsid w:val="00E6560E"/>
    <w:rsid w:val="00E72DF0"/>
    <w:rsid w:val="00E74730"/>
    <w:rsid w:val="00E74E0B"/>
    <w:rsid w:val="00E775FC"/>
    <w:rsid w:val="00E805A6"/>
    <w:rsid w:val="00E81DF3"/>
    <w:rsid w:val="00E823C8"/>
    <w:rsid w:val="00E83726"/>
    <w:rsid w:val="00E84CEC"/>
    <w:rsid w:val="00E90743"/>
    <w:rsid w:val="00E95419"/>
    <w:rsid w:val="00EA5ABD"/>
    <w:rsid w:val="00EB0BCD"/>
    <w:rsid w:val="00EB183C"/>
    <w:rsid w:val="00EB2C15"/>
    <w:rsid w:val="00EB345A"/>
    <w:rsid w:val="00EB3D2C"/>
    <w:rsid w:val="00EB76A5"/>
    <w:rsid w:val="00EC0DEB"/>
    <w:rsid w:val="00EC38B6"/>
    <w:rsid w:val="00EC6C40"/>
    <w:rsid w:val="00EC78AB"/>
    <w:rsid w:val="00ED01FB"/>
    <w:rsid w:val="00ED1457"/>
    <w:rsid w:val="00ED17BA"/>
    <w:rsid w:val="00ED4C7E"/>
    <w:rsid w:val="00EE0DB2"/>
    <w:rsid w:val="00EE0FCB"/>
    <w:rsid w:val="00EE1CF7"/>
    <w:rsid w:val="00EF2D22"/>
    <w:rsid w:val="00EF3A3C"/>
    <w:rsid w:val="00EF6BB7"/>
    <w:rsid w:val="00F00300"/>
    <w:rsid w:val="00F05E95"/>
    <w:rsid w:val="00F13FF7"/>
    <w:rsid w:val="00F17AFF"/>
    <w:rsid w:val="00F22903"/>
    <w:rsid w:val="00F232F8"/>
    <w:rsid w:val="00F23826"/>
    <w:rsid w:val="00F23AF5"/>
    <w:rsid w:val="00F2424E"/>
    <w:rsid w:val="00F2480C"/>
    <w:rsid w:val="00F267B2"/>
    <w:rsid w:val="00F33231"/>
    <w:rsid w:val="00F36238"/>
    <w:rsid w:val="00F4006C"/>
    <w:rsid w:val="00F53B23"/>
    <w:rsid w:val="00F55341"/>
    <w:rsid w:val="00F56698"/>
    <w:rsid w:val="00F5779D"/>
    <w:rsid w:val="00F64F31"/>
    <w:rsid w:val="00F67455"/>
    <w:rsid w:val="00F674BB"/>
    <w:rsid w:val="00F67D34"/>
    <w:rsid w:val="00F728A2"/>
    <w:rsid w:val="00F854C3"/>
    <w:rsid w:val="00F86B53"/>
    <w:rsid w:val="00F900C8"/>
    <w:rsid w:val="00F9304B"/>
    <w:rsid w:val="00FA0FA3"/>
    <w:rsid w:val="00FB0798"/>
    <w:rsid w:val="00FB0C58"/>
    <w:rsid w:val="00FB1A18"/>
    <w:rsid w:val="00FB3AF2"/>
    <w:rsid w:val="00FB604F"/>
    <w:rsid w:val="00FB7D93"/>
    <w:rsid w:val="00FB7FE1"/>
    <w:rsid w:val="00FC1678"/>
    <w:rsid w:val="00FC1DF7"/>
    <w:rsid w:val="00FC3773"/>
    <w:rsid w:val="00FC4147"/>
    <w:rsid w:val="00FD07F0"/>
    <w:rsid w:val="00FD1D69"/>
    <w:rsid w:val="00FD7CDD"/>
    <w:rsid w:val="00FE3667"/>
    <w:rsid w:val="00FE4EE3"/>
    <w:rsid w:val="00FF012B"/>
    <w:rsid w:val="00FF0331"/>
    <w:rsid w:val="00FF0C2B"/>
    <w:rsid w:val="00FF399B"/>
    <w:rsid w:val="00FF5C04"/>
    <w:rsid w:val="00FF7490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EF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55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166</Words>
  <Characters>950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Cvetlana</dc:creator>
  <cp:keywords/>
  <dc:description/>
  <cp:lastModifiedBy>А.М.Михеева</cp:lastModifiedBy>
  <cp:revision>6</cp:revision>
  <cp:lastPrinted>2015-03-20T05:37:00Z</cp:lastPrinted>
  <dcterms:created xsi:type="dcterms:W3CDTF">2015-01-22T07:22:00Z</dcterms:created>
  <dcterms:modified xsi:type="dcterms:W3CDTF">2016-02-01T04:15:00Z</dcterms:modified>
</cp:coreProperties>
</file>