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39F" w:rsidRDefault="0075339F" w:rsidP="002F6D7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ЛАЖСКАЯ СЕЛЬСКАЯ ДУМА ПЕРВОГО СОЗЫВА</w:t>
      </w: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613523, Кировская область, Лебяжский район, село Лаж, ул.Советская , д.17, тел.6-13-19</w:t>
      </w: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39F" w:rsidRDefault="0075339F" w:rsidP="002F6D71">
      <w:pPr>
        <w:widowControl w:val="0"/>
        <w:tabs>
          <w:tab w:val="left" w:pos="510"/>
          <w:tab w:val="left" w:pos="4393"/>
          <w:tab w:val="left" w:pos="77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09.02.2016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с. Лаж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№ 175</w:t>
      </w:r>
    </w:p>
    <w:p w:rsidR="0075339F" w:rsidRDefault="0075339F" w:rsidP="002F6D71">
      <w:pPr>
        <w:widowControl w:val="0"/>
        <w:tabs>
          <w:tab w:val="left" w:pos="510"/>
          <w:tab w:val="left" w:pos="4393"/>
          <w:tab w:val="left" w:pos="77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ПРАВИЛА БЛАГОУСТРОЙСТВА ТЕРРИТОРИИ</w:t>
      </w: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ЛАЖСКОЕ СЕЛЬСКОЕ ПОСЕЛЕНИЕ ЛЕБЯЖСКОГО РАЙОНА КИРОВСКОЙ ОБЛАСТИ</w:t>
      </w: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5339F" w:rsidRDefault="0075339F" w:rsidP="00AA36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 целью приведения в соответствие с действующим законодательством Правил благоустройства территории Лажского сельского поселения, утвержденных  решением Лажской сельской Думы от 29.05.2013 № 54 «Об утверждении правил благоустройства территории муниципального образования Лажское сельское поселение Лебяжского района Кировской области»,  Лажская сельская Дума РЕШИЛА:</w:t>
      </w:r>
    </w:p>
    <w:p w:rsidR="0075339F" w:rsidRDefault="0075339F" w:rsidP="00AA36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1.Внести изменения и дополнения в правила благоустройства территории муниципального образования Лажское сельское поселение Лебяжского района Кировской области, утвержденные решением Лажской сельской Думы от 29.05.2013 № 54 (в редакции от 05.08.2015 № 142), дополнив пункт 13.2 раздела 13 «Контроль за выполнением Правил» абзацем следующего содержания:</w:t>
      </w:r>
    </w:p>
    <w:p w:rsidR="0075339F" w:rsidRDefault="0075339F" w:rsidP="00AA36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«При выявлении уполномоченным должностным лицом нарушений требований к содержанию зданий, строений, сооружений, создающих угрозу причинения вреда жизни или здоровью граждан, предупреждение выдается в обязательном порядке. Срок устранения нарушений, создающих угрозу причинения вреда жизни или здоровью граждан, не может превышать 24 часов. Предупреждение, содержащее требование по устранению и срок устранения нарушений, оформляется индивидуальным правовым актом администрации (должностного лица)».</w:t>
      </w: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83"/>
      <w:bookmarkEnd w:id="0"/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информационном бюллетене органов местного самоуправления Лажского сельского поселения Лебяжского района Кировской области.</w:t>
      </w: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39F" w:rsidRDefault="0075339F" w:rsidP="002F6D71">
      <w:pPr>
        <w:widowControl w:val="0"/>
        <w:tabs>
          <w:tab w:val="right" w:pos="99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339F" w:rsidRDefault="0075339F" w:rsidP="002F6D71">
      <w:pPr>
        <w:widowControl w:val="0"/>
        <w:tabs>
          <w:tab w:val="right" w:pos="99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Лажского</w:t>
      </w:r>
    </w:p>
    <w:p w:rsidR="0075339F" w:rsidRDefault="0075339F" w:rsidP="002F6D71">
      <w:pPr>
        <w:widowControl w:val="0"/>
        <w:tabs>
          <w:tab w:val="left" w:pos="70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А.А.Криницын</w:t>
      </w:r>
    </w:p>
    <w:p w:rsidR="0075339F" w:rsidRDefault="0075339F" w:rsidP="002F6D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39F" w:rsidRDefault="0075339F"/>
    <w:sectPr w:rsidR="0075339F" w:rsidSect="003562D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D71"/>
    <w:rsid w:val="002F6D71"/>
    <w:rsid w:val="003562D4"/>
    <w:rsid w:val="0075339F"/>
    <w:rsid w:val="00AA3602"/>
    <w:rsid w:val="00C67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2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08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276</Words>
  <Characters>1579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2016-02-11T12:09:00Z</dcterms:created>
  <dcterms:modified xsi:type="dcterms:W3CDTF">2016-02-11T12:15:00Z</dcterms:modified>
</cp:coreProperties>
</file>