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3627"/>
        <w:gridCol w:w="3144"/>
        <w:gridCol w:w="4111"/>
      </w:tblGrid>
      <w:tr w:rsidR="003A70E2" w:rsidRPr="001D7640">
        <w:tc>
          <w:tcPr>
            <w:tcW w:w="3627" w:type="dxa"/>
          </w:tcPr>
          <w:p w:rsidR="003A70E2" w:rsidRPr="001D7640" w:rsidRDefault="003A70E2" w:rsidP="001D7640">
            <w:pPr>
              <w:tabs>
                <w:tab w:val="left" w:pos="9923"/>
                <w:tab w:val="left" w:pos="10206"/>
                <w:tab w:val="left" w:pos="10632"/>
              </w:tabs>
              <w:spacing w:line="226" w:lineRule="exact"/>
              <w:ind w:right="1094"/>
              <w:jc w:val="center"/>
              <w:rPr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3144" w:type="dxa"/>
          </w:tcPr>
          <w:p w:rsidR="003A70E2" w:rsidRPr="001D7640" w:rsidRDefault="003A70E2" w:rsidP="001D7640">
            <w:pPr>
              <w:tabs>
                <w:tab w:val="left" w:pos="9923"/>
                <w:tab w:val="left" w:pos="10206"/>
                <w:tab w:val="left" w:pos="10632"/>
              </w:tabs>
              <w:spacing w:line="226" w:lineRule="exact"/>
              <w:ind w:right="1094"/>
              <w:jc w:val="center"/>
              <w:rPr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4111" w:type="dxa"/>
          </w:tcPr>
          <w:p w:rsidR="003A70E2" w:rsidRPr="001D7640" w:rsidRDefault="003A70E2" w:rsidP="001D7640">
            <w:pPr>
              <w:tabs>
                <w:tab w:val="left" w:pos="9923"/>
                <w:tab w:val="left" w:pos="10206"/>
                <w:tab w:val="left" w:pos="10632"/>
              </w:tabs>
              <w:spacing w:line="226" w:lineRule="exact"/>
              <w:ind w:right="1094"/>
              <w:rPr>
                <w:color w:val="000000"/>
                <w:spacing w:val="-2"/>
              </w:rPr>
            </w:pPr>
            <w:r w:rsidRPr="001D7640">
              <w:rPr>
                <w:color w:val="000000"/>
                <w:spacing w:val="-2"/>
              </w:rPr>
              <w:t>Приложение № 2</w:t>
            </w:r>
          </w:p>
          <w:p w:rsidR="003A70E2" w:rsidRPr="001D7640" w:rsidRDefault="003A70E2" w:rsidP="00950B9A">
            <w:pPr>
              <w:tabs>
                <w:tab w:val="left" w:pos="9923"/>
                <w:tab w:val="left" w:pos="10206"/>
                <w:tab w:val="left" w:pos="10632"/>
              </w:tabs>
              <w:spacing w:line="226" w:lineRule="exact"/>
              <w:ind w:right="1094"/>
              <w:rPr>
                <w:b/>
                <w:bCs/>
                <w:color w:val="000000"/>
                <w:spacing w:val="-2"/>
                <w:sz w:val="26"/>
                <w:szCs w:val="26"/>
              </w:rPr>
            </w:pPr>
            <w:r>
              <w:rPr>
                <w:color w:val="000000"/>
                <w:spacing w:val="-2"/>
              </w:rPr>
              <w:t xml:space="preserve">К  решению «Об утверждении  бюджета муниципального образования Михеевское сельское поселение Лебяжского района Кировской области </w:t>
            </w:r>
            <w:r w:rsidRPr="00AC6E4B">
              <w:rPr>
                <w:color w:val="000000"/>
                <w:spacing w:val="-2"/>
              </w:rPr>
              <w:t xml:space="preserve"> на 201</w:t>
            </w:r>
            <w:r>
              <w:rPr>
                <w:color w:val="000000"/>
                <w:spacing w:val="-2"/>
              </w:rPr>
              <w:t>6</w:t>
            </w:r>
            <w:r w:rsidRPr="00AC6E4B">
              <w:rPr>
                <w:color w:val="000000"/>
                <w:spacing w:val="-2"/>
              </w:rPr>
              <w:t xml:space="preserve"> год</w:t>
            </w:r>
            <w:r>
              <w:rPr>
                <w:color w:val="000000"/>
                <w:spacing w:val="-2"/>
              </w:rPr>
              <w:t xml:space="preserve"> </w:t>
            </w:r>
          </w:p>
        </w:tc>
      </w:tr>
    </w:tbl>
    <w:p w:rsidR="003A70E2" w:rsidRDefault="003A70E2" w:rsidP="009D7014">
      <w:pPr>
        <w:shd w:val="clear" w:color="auto" w:fill="FFFFFF"/>
        <w:tabs>
          <w:tab w:val="left" w:pos="9923"/>
          <w:tab w:val="left" w:pos="10206"/>
          <w:tab w:val="left" w:pos="10632"/>
        </w:tabs>
        <w:spacing w:line="226" w:lineRule="exact"/>
        <w:ind w:right="1094"/>
        <w:jc w:val="center"/>
        <w:rPr>
          <w:b/>
          <w:bCs/>
          <w:color w:val="000000"/>
          <w:spacing w:val="-2"/>
          <w:sz w:val="26"/>
          <w:szCs w:val="26"/>
        </w:rPr>
      </w:pPr>
    </w:p>
    <w:p w:rsidR="003A70E2" w:rsidRPr="009D7014" w:rsidRDefault="003A70E2" w:rsidP="009D7014">
      <w:pPr>
        <w:shd w:val="clear" w:color="auto" w:fill="FFFFFF"/>
        <w:tabs>
          <w:tab w:val="left" w:pos="9923"/>
          <w:tab w:val="left" w:pos="10206"/>
          <w:tab w:val="left" w:pos="10632"/>
        </w:tabs>
        <w:spacing w:line="226" w:lineRule="exact"/>
        <w:ind w:right="1094"/>
        <w:jc w:val="center"/>
        <w:rPr>
          <w:b/>
          <w:bCs/>
          <w:sz w:val="26"/>
          <w:szCs w:val="26"/>
        </w:rPr>
      </w:pPr>
      <w:r w:rsidRPr="009D7014">
        <w:rPr>
          <w:b/>
          <w:bCs/>
          <w:color w:val="000000"/>
          <w:spacing w:val="-2"/>
          <w:sz w:val="26"/>
          <w:szCs w:val="26"/>
        </w:rPr>
        <w:t>Перечень</w:t>
      </w:r>
    </w:p>
    <w:p w:rsidR="003A70E2" w:rsidRPr="009D7014" w:rsidRDefault="003A70E2" w:rsidP="009D7014">
      <w:pPr>
        <w:shd w:val="clear" w:color="auto" w:fill="FFFFFF"/>
        <w:spacing w:line="274" w:lineRule="exact"/>
        <w:ind w:left="182" w:firstLine="374"/>
        <w:jc w:val="center"/>
        <w:rPr>
          <w:b/>
          <w:bCs/>
        </w:rPr>
      </w:pPr>
      <w:r w:rsidRPr="009D7014">
        <w:rPr>
          <w:b/>
          <w:bCs/>
          <w:color w:val="000000"/>
          <w:spacing w:val="-3"/>
          <w:sz w:val="26"/>
          <w:szCs w:val="26"/>
        </w:rPr>
        <w:t xml:space="preserve">главных администраторов доходов бюджета Михеевского сельского поселения Лебяжского района Кировской области и закрепляемые за ними виды доходов бюджета Михеевского сельского поселения </w:t>
      </w:r>
      <w:r>
        <w:rPr>
          <w:b/>
          <w:bCs/>
          <w:color w:val="000000"/>
          <w:spacing w:val="-3"/>
          <w:sz w:val="26"/>
          <w:szCs w:val="26"/>
        </w:rPr>
        <w:t>Лебяжского</w:t>
      </w:r>
      <w:r w:rsidRPr="009D7014">
        <w:rPr>
          <w:b/>
          <w:bCs/>
          <w:color w:val="000000"/>
          <w:spacing w:val="-3"/>
          <w:sz w:val="26"/>
          <w:szCs w:val="26"/>
        </w:rPr>
        <w:t xml:space="preserve"> района Кировской области</w:t>
      </w:r>
    </w:p>
    <w:p w:rsidR="003A70E2" w:rsidRDefault="003A70E2">
      <w:pPr>
        <w:spacing w:after="466" w:line="1" w:lineRule="exact"/>
        <w:rPr>
          <w:sz w:val="2"/>
          <w:szCs w:val="2"/>
        </w:rPr>
      </w:pP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02"/>
        <w:gridCol w:w="2256"/>
        <w:gridCol w:w="670"/>
        <w:gridCol w:w="6837"/>
      </w:tblGrid>
      <w:tr w:rsidR="003A70E2" w:rsidRPr="001D7640">
        <w:trPr>
          <w:trHeight w:hRule="exact" w:val="1041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Default="003A70E2" w:rsidP="001D4D65">
            <w:pPr>
              <w:shd w:val="clear" w:color="auto" w:fill="FFFFFF"/>
              <w:spacing w:line="230" w:lineRule="exact"/>
              <w:ind w:left="130" w:firstLine="82"/>
              <w:rPr>
                <w:color w:val="000000"/>
                <w:spacing w:val="-1"/>
                <w:sz w:val="16"/>
                <w:szCs w:val="16"/>
              </w:rPr>
            </w:pPr>
            <w:r w:rsidRPr="001D4D65">
              <w:rPr>
                <w:color w:val="000000"/>
                <w:spacing w:val="-1"/>
                <w:sz w:val="16"/>
                <w:szCs w:val="16"/>
              </w:rPr>
              <w:t xml:space="preserve">Код </w:t>
            </w:r>
          </w:p>
          <w:p w:rsidR="003A70E2" w:rsidRPr="001D7640" w:rsidRDefault="003A70E2" w:rsidP="001D4D65">
            <w:pPr>
              <w:shd w:val="clear" w:color="auto" w:fill="FFFFFF"/>
              <w:spacing w:line="230" w:lineRule="exact"/>
              <w:ind w:left="130" w:firstLine="82"/>
            </w:pPr>
            <w:r w:rsidRPr="001D4D65">
              <w:rPr>
                <w:color w:val="000000"/>
                <w:spacing w:val="-1"/>
                <w:sz w:val="16"/>
                <w:szCs w:val="16"/>
              </w:rPr>
              <w:t xml:space="preserve">гл. </w:t>
            </w:r>
            <w:r w:rsidRPr="001D4D65">
              <w:rPr>
                <w:color w:val="000000"/>
                <w:spacing w:val="3"/>
                <w:sz w:val="16"/>
                <w:szCs w:val="16"/>
              </w:rPr>
              <w:t xml:space="preserve">администратора 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>
            <w:pPr>
              <w:shd w:val="clear" w:color="auto" w:fill="FFFFFF"/>
              <w:spacing w:line="226" w:lineRule="exact"/>
              <w:ind w:left="562" w:right="418"/>
            </w:pPr>
            <w:r w:rsidRPr="003C6EC2">
              <w:rPr>
                <w:color w:val="000000"/>
                <w:spacing w:val="-5"/>
              </w:rPr>
              <w:t xml:space="preserve">Код бюджетной </w:t>
            </w:r>
            <w:r w:rsidRPr="003C6EC2">
              <w:rPr>
                <w:color w:val="000000"/>
                <w:spacing w:val="-2"/>
              </w:rPr>
              <w:t>классификации</w:t>
            </w:r>
          </w:p>
        </w:tc>
        <w:tc>
          <w:tcPr>
            <w:tcW w:w="75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>
            <w:pPr>
              <w:shd w:val="clear" w:color="auto" w:fill="FFFFFF"/>
              <w:ind w:left="1824"/>
            </w:pPr>
            <w:r w:rsidRPr="003C6EC2">
              <w:rPr>
                <w:color w:val="000000"/>
                <w:spacing w:val="-1"/>
              </w:rPr>
              <w:t>Наименование главного администратора</w:t>
            </w:r>
          </w:p>
        </w:tc>
      </w:tr>
      <w:tr w:rsidR="003A70E2" w:rsidRPr="001D7640">
        <w:trPr>
          <w:trHeight w:hRule="exact" w:val="624"/>
        </w:trPr>
        <w:tc>
          <w:tcPr>
            <w:tcW w:w="10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 w:rsidP="001D4D65">
            <w:pPr>
              <w:shd w:val="clear" w:color="auto" w:fill="FFFFFF"/>
              <w:ind w:left="2602"/>
            </w:pPr>
            <w:r w:rsidRPr="003C6EC2">
              <w:rPr>
                <w:color w:val="000000"/>
              </w:rPr>
              <w:t>МУ Администрация Михеевского сельского поселения</w:t>
            </w:r>
          </w:p>
        </w:tc>
      </w:tr>
      <w:tr w:rsidR="003A70E2" w:rsidRPr="001D7640">
        <w:trPr>
          <w:trHeight w:hRule="exact" w:val="1061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>
            <w:pPr>
              <w:shd w:val="clear" w:color="auto" w:fill="FFFFFF"/>
              <w:ind w:left="293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 w:rsidP="0055402B">
            <w:pPr>
              <w:shd w:val="clear" w:color="auto" w:fill="FFFFFF"/>
              <w:ind w:left="317"/>
            </w:pPr>
            <w:r w:rsidRPr="001D7640">
              <w:rPr>
                <w:color w:val="000000"/>
                <w:spacing w:val="-3"/>
              </w:rPr>
              <w:t xml:space="preserve">1 08 04020  01 </w:t>
            </w:r>
            <w:r>
              <w:rPr>
                <w:color w:val="000000"/>
                <w:spacing w:val="-3"/>
              </w:rPr>
              <w:t>1</w:t>
            </w:r>
            <w:r w:rsidRPr="001D7640">
              <w:rPr>
                <w:color w:val="000000"/>
                <w:spacing w:val="-3"/>
              </w:rPr>
              <w:t>000 110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>
            <w:pPr>
              <w:shd w:val="clear" w:color="auto" w:fill="FFFFFF"/>
              <w:spacing w:line="230" w:lineRule="exact"/>
              <w:ind w:firstLine="34"/>
            </w:pPr>
            <w:r w:rsidRPr="003C6EC2">
              <w:rPr>
                <w:color w:val="000000"/>
                <w:spacing w:val="-1"/>
              </w:rPr>
              <w:t xml:space="preserve">Государственная пошлина за совершение нотариальных действий должностными лицами органа местного самоуправления, уполномоченными в соответствие с законодательными актами Российской Федерации на </w:t>
            </w:r>
            <w:r w:rsidRPr="003C6EC2">
              <w:rPr>
                <w:color w:val="000000"/>
              </w:rPr>
              <w:t>совершение нотариальных действий</w:t>
            </w:r>
          </w:p>
        </w:tc>
      </w:tr>
      <w:tr w:rsidR="003A70E2" w:rsidRPr="001D7640">
        <w:trPr>
          <w:trHeight w:hRule="exact" w:val="1157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>
            <w:pPr>
              <w:shd w:val="clear" w:color="auto" w:fill="FFFFFF"/>
              <w:ind w:right="163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>
            <w:pPr>
              <w:shd w:val="clear" w:color="auto" w:fill="FFFFFF"/>
              <w:ind w:left="269"/>
              <w:rPr>
                <w:color w:val="000000"/>
                <w:spacing w:val="-3"/>
              </w:rPr>
            </w:pPr>
            <w:r w:rsidRPr="001D7640">
              <w:rPr>
                <w:color w:val="000000"/>
                <w:spacing w:val="-3"/>
              </w:rPr>
              <w:t xml:space="preserve">1 08 04020  01 </w:t>
            </w:r>
            <w:r>
              <w:rPr>
                <w:color w:val="000000"/>
                <w:spacing w:val="-3"/>
              </w:rPr>
              <w:t>4</w:t>
            </w:r>
            <w:r w:rsidRPr="001D7640">
              <w:rPr>
                <w:color w:val="000000"/>
                <w:spacing w:val="-3"/>
              </w:rPr>
              <w:t>000 110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3C6EC2" w:rsidRDefault="003A70E2" w:rsidP="004C300F">
            <w:pPr>
              <w:shd w:val="clear" w:color="auto" w:fill="FFFFFF"/>
              <w:spacing w:line="226" w:lineRule="exact"/>
              <w:ind w:firstLine="24"/>
              <w:rPr>
                <w:color w:val="000000"/>
                <w:spacing w:val="-1"/>
              </w:rPr>
            </w:pPr>
            <w:r w:rsidRPr="003C6EC2">
              <w:rPr>
                <w:color w:val="000000"/>
                <w:spacing w:val="-1"/>
              </w:rPr>
              <w:t xml:space="preserve">Государственная пошлина за совершение нотариальных действий должностными лицами органа местного самоуправления, уполномоченными в соответствие с законодательными актами Российской Федерации на </w:t>
            </w:r>
            <w:r w:rsidRPr="003C6EC2">
              <w:rPr>
                <w:color w:val="000000"/>
              </w:rPr>
              <w:t>совершение нотариальных действий</w:t>
            </w:r>
          </w:p>
        </w:tc>
      </w:tr>
      <w:tr w:rsidR="003A70E2" w:rsidRPr="001D7640">
        <w:trPr>
          <w:trHeight w:hRule="exact" w:val="1157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>
            <w:pPr>
              <w:shd w:val="clear" w:color="auto" w:fill="FFFFFF"/>
              <w:ind w:right="163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>
            <w:pPr>
              <w:shd w:val="clear" w:color="auto" w:fill="FFFFFF"/>
              <w:ind w:left="269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1 11 05 013</w:t>
            </w:r>
            <w:r w:rsidRPr="001D7640">
              <w:rPr>
                <w:color w:val="000000"/>
                <w:spacing w:val="-3"/>
              </w:rPr>
              <w:t xml:space="preserve"> 10 0000 120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3C6EC2" w:rsidRDefault="003A70E2" w:rsidP="004C300F">
            <w:pPr>
              <w:shd w:val="clear" w:color="auto" w:fill="FFFFFF"/>
              <w:spacing w:line="226" w:lineRule="exact"/>
              <w:ind w:firstLine="24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Доходы, получаемые в виде арендной платы за земельные участки,  государственная собственность на которые не разграничена и которые расположены в границах сельских поселений , а также средства от продажи права на заключение договоров аренды указанных земельных участков</w:t>
            </w:r>
          </w:p>
        </w:tc>
      </w:tr>
      <w:tr w:rsidR="003A70E2" w:rsidRPr="001D7640">
        <w:trPr>
          <w:trHeight w:hRule="exact" w:val="1157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>
            <w:pPr>
              <w:shd w:val="clear" w:color="auto" w:fill="FFFFFF"/>
              <w:ind w:right="163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>
            <w:pPr>
              <w:shd w:val="clear" w:color="auto" w:fill="FFFFFF"/>
              <w:ind w:left="269"/>
            </w:pPr>
            <w:r w:rsidRPr="001D7640">
              <w:rPr>
                <w:color w:val="000000"/>
                <w:spacing w:val="-3"/>
              </w:rPr>
              <w:t>1 11 05 025 10 0000 120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 w:rsidP="004C300F">
            <w:pPr>
              <w:shd w:val="clear" w:color="auto" w:fill="FFFFFF"/>
              <w:spacing w:line="226" w:lineRule="exact"/>
              <w:ind w:firstLine="24"/>
            </w:pPr>
            <w:r w:rsidRPr="003C6EC2">
              <w:rPr>
                <w:color w:val="000000"/>
                <w:spacing w:val="-1"/>
              </w:rPr>
              <w:t>Доходы,</w:t>
            </w:r>
            <w:r>
              <w:rPr>
                <w:color w:val="000000"/>
                <w:spacing w:val="-1"/>
              </w:rPr>
              <w:t xml:space="preserve"> </w:t>
            </w:r>
            <w:r w:rsidRPr="003C6EC2">
              <w:rPr>
                <w:color w:val="000000"/>
                <w:spacing w:val="-1"/>
              </w:rPr>
              <w:t>полученные в виде арендной платы,</w:t>
            </w:r>
            <w:r>
              <w:rPr>
                <w:color w:val="000000"/>
                <w:spacing w:val="-1"/>
              </w:rPr>
              <w:t xml:space="preserve"> </w:t>
            </w:r>
            <w:r w:rsidRPr="003C6EC2">
              <w:rPr>
                <w:color w:val="000000"/>
                <w:spacing w:val="-1"/>
              </w:rPr>
              <w:t xml:space="preserve">а также средства от продажи права на заключение договоров </w:t>
            </w:r>
            <w:r w:rsidRPr="003C6EC2">
              <w:rPr>
                <w:color w:val="000000"/>
              </w:rPr>
              <w:t>аренды   за   земли   находящиеся   в   собственности   поселения (за   исключением   земельных   участков муниципальных бюджетных и автономных учреждений)</w:t>
            </w:r>
          </w:p>
        </w:tc>
      </w:tr>
      <w:tr w:rsidR="003A70E2" w:rsidRPr="001D7640">
        <w:trPr>
          <w:trHeight w:hRule="exact" w:val="897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 w:rsidP="00C460DB">
            <w:pPr>
              <w:shd w:val="clear" w:color="auto" w:fill="FFFFFF"/>
              <w:ind w:right="173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>
            <w:pPr>
              <w:shd w:val="clear" w:color="auto" w:fill="FFFFFF"/>
              <w:ind w:left="283"/>
            </w:pPr>
            <w:r w:rsidRPr="001D7640">
              <w:rPr>
                <w:color w:val="000000"/>
                <w:spacing w:val="-3"/>
              </w:rPr>
              <w:t>1 11 05035 10 0000 120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 w:rsidP="00440E7E">
            <w:pPr>
              <w:shd w:val="clear" w:color="auto" w:fill="FFFFFF"/>
              <w:spacing w:line="230" w:lineRule="exact"/>
              <w:ind w:firstLine="19"/>
            </w:pPr>
            <w:r w:rsidRPr="003C6EC2">
              <w:rPr>
                <w:color w:val="000000"/>
              </w:rPr>
              <w:t>До</w:t>
            </w:r>
            <w:r>
              <w:rPr>
                <w:color w:val="000000"/>
              </w:rPr>
              <w:t>ходы от сдачи в аренду имущества,</w:t>
            </w:r>
            <w:r w:rsidRPr="003C6EC2">
              <w:rPr>
                <w:color w:val="000000"/>
              </w:rPr>
              <w:t xml:space="preserve"> находящегося в оперативном управления поселений и созданных ими учреждений (за исключением имущества  муниципальных бюджетных и автономных учреждений)</w:t>
            </w:r>
          </w:p>
        </w:tc>
      </w:tr>
      <w:tr w:rsidR="003A70E2" w:rsidRPr="001D7640">
        <w:trPr>
          <w:trHeight w:hRule="exact" w:val="141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>
            <w:pPr>
              <w:shd w:val="clear" w:color="auto" w:fill="FFFFFF"/>
              <w:ind w:right="178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 w:rsidP="00EA29E5">
            <w:pPr>
              <w:shd w:val="clear" w:color="auto" w:fill="FFFFFF"/>
              <w:ind w:left="298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1 11 05313</w:t>
            </w:r>
            <w:r w:rsidRPr="001D7640">
              <w:rPr>
                <w:color w:val="000000"/>
                <w:spacing w:val="-3"/>
              </w:rPr>
              <w:t xml:space="preserve"> 10 0000 120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3C6EC2" w:rsidRDefault="003A70E2" w:rsidP="001D43D1">
            <w:pPr>
              <w:shd w:val="clear" w:color="auto" w:fill="FFFFFF"/>
              <w:spacing w:line="230" w:lineRule="exact"/>
              <w:ind w:firstLine="10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3A70E2" w:rsidRPr="001D7640">
        <w:trPr>
          <w:trHeight w:hRule="exact" w:val="1162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>
            <w:pPr>
              <w:shd w:val="clear" w:color="auto" w:fill="FFFFFF"/>
              <w:ind w:right="178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 w:rsidP="00EA29E5">
            <w:pPr>
              <w:shd w:val="clear" w:color="auto" w:fill="FFFFFF"/>
              <w:ind w:left="298"/>
            </w:pPr>
            <w:r w:rsidRPr="001D7640">
              <w:rPr>
                <w:color w:val="000000"/>
                <w:spacing w:val="-3"/>
              </w:rPr>
              <w:t>1 11</w:t>
            </w:r>
            <w:r w:rsidRPr="003C6EC2">
              <w:rPr>
                <w:color w:val="000000"/>
                <w:spacing w:val="-3"/>
              </w:rPr>
              <w:t xml:space="preserve"> 09045 10 0000 120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 w:rsidP="00440E7E">
            <w:pPr>
              <w:shd w:val="clear" w:color="auto" w:fill="FFFFFF"/>
              <w:spacing w:line="230" w:lineRule="exact"/>
              <w:ind w:firstLine="10"/>
            </w:pPr>
            <w:r w:rsidRPr="003C6EC2">
              <w:rPr>
                <w:color w:val="000000"/>
                <w:spacing w:val="-1"/>
              </w:rPr>
              <w:t xml:space="preserve">Прочие   поступления   от   использования   имущества,   находящегося   в   собственности   поселений   (за </w:t>
            </w:r>
            <w:r w:rsidRPr="003C6EC2">
              <w:rPr>
                <w:color w:val="000000"/>
                <w:spacing w:val="3"/>
              </w:rPr>
              <w:t xml:space="preserve">исключением имущества муниципальных  автономных учреждений, а также имущества </w:t>
            </w:r>
            <w:r w:rsidRPr="003C6EC2">
              <w:rPr>
                <w:color w:val="000000"/>
                <w:spacing w:val="-1"/>
              </w:rPr>
              <w:t>муниципальных унитарных предприятий, в том числе казенных)</w:t>
            </w:r>
          </w:p>
        </w:tc>
      </w:tr>
      <w:tr w:rsidR="003A70E2" w:rsidRPr="001D7640">
        <w:trPr>
          <w:trHeight w:hRule="exact" w:val="47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>
            <w:pPr>
              <w:shd w:val="clear" w:color="auto" w:fill="FFFFFF"/>
              <w:ind w:right="187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 w:rsidP="00440E7E">
            <w:pPr>
              <w:shd w:val="clear" w:color="auto" w:fill="FFFFFF"/>
              <w:ind w:left="283"/>
            </w:pPr>
            <w:r w:rsidRPr="001D7640">
              <w:rPr>
                <w:color w:val="000000"/>
                <w:spacing w:val="-5"/>
              </w:rPr>
              <w:t>1 13 01995 10 0000 130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 w:rsidP="00440E7E">
            <w:pPr>
              <w:shd w:val="clear" w:color="auto" w:fill="FFFFFF"/>
              <w:spacing w:line="226" w:lineRule="exact"/>
              <w:ind w:right="10" w:hanging="5"/>
            </w:pPr>
            <w:r w:rsidRPr="003C6EC2">
              <w:rPr>
                <w:color w:val="000000"/>
                <w:spacing w:val="3"/>
              </w:rPr>
              <w:t xml:space="preserve">Прочие   доходы   от   оказания   платных   услуг(работ)  получателями   средств   бюджетов   поселений   </w:t>
            </w:r>
          </w:p>
        </w:tc>
      </w:tr>
      <w:tr w:rsidR="003A70E2" w:rsidRPr="001D7640">
        <w:trPr>
          <w:trHeight w:hRule="exact" w:val="47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>
            <w:pPr>
              <w:shd w:val="clear" w:color="auto" w:fill="FFFFFF"/>
              <w:ind w:right="187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 w:rsidP="00440E7E">
            <w:pPr>
              <w:shd w:val="clear" w:color="auto" w:fill="FFFFFF"/>
              <w:ind w:left="283"/>
              <w:rPr>
                <w:color w:val="000000"/>
                <w:spacing w:val="-5"/>
              </w:rPr>
            </w:pPr>
            <w:r w:rsidRPr="001D7640">
              <w:rPr>
                <w:color w:val="000000"/>
                <w:spacing w:val="-5"/>
              </w:rPr>
              <w:t>1 13 02995 10 0000 130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3C6EC2" w:rsidRDefault="003A70E2" w:rsidP="00440E7E">
            <w:pPr>
              <w:shd w:val="clear" w:color="auto" w:fill="FFFFFF"/>
              <w:spacing w:line="226" w:lineRule="exact"/>
              <w:ind w:right="10" w:hanging="5"/>
              <w:rPr>
                <w:color w:val="000000"/>
                <w:spacing w:val="3"/>
              </w:rPr>
            </w:pPr>
            <w:r w:rsidRPr="003C6EC2">
              <w:rPr>
                <w:color w:val="000000"/>
                <w:spacing w:val="3"/>
              </w:rPr>
              <w:t>Прочие доходы от компенсации затрат бюджетов поселений</w:t>
            </w:r>
          </w:p>
        </w:tc>
      </w:tr>
      <w:tr w:rsidR="003A70E2" w:rsidRPr="001D7640">
        <w:trPr>
          <w:trHeight w:hRule="exact" w:val="1221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>
            <w:pPr>
              <w:shd w:val="clear" w:color="auto" w:fill="FFFFFF"/>
              <w:ind w:right="187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 w:rsidP="00A00149">
            <w:pPr>
              <w:shd w:val="clear" w:color="auto" w:fill="FFFFFF"/>
              <w:ind w:left="283"/>
              <w:rPr>
                <w:color w:val="000000"/>
                <w:spacing w:val="-5"/>
              </w:rPr>
            </w:pPr>
            <w:r w:rsidRPr="001D7640">
              <w:rPr>
                <w:color w:val="000000"/>
                <w:spacing w:val="-5"/>
              </w:rPr>
              <w:t>1 14 02053 10 0000 410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3C6EC2" w:rsidRDefault="003A70E2" w:rsidP="003F491F">
            <w:pPr>
              <w:shd w:val="clear" w:color="auto" w:fill="FFFFFF"/>
              <w:spacing w:line="226" w:lineRule="exact"/>
              <w:ind w:right="10" w:hanging="5"/>
              <w:rPr>
                <w:color w:val="000000"/>
                <w:spacing w:val="3"/>
              </w:rPr>
            </w:pPr>
            <w:r w:rsidRPr="003C6EC2">
              <w:rPr>
                <w:color w:val="000000"/>
                <w:spacing w:val="3"/>
              </w:rPr>
              <w:t>Доходы от реализации иного имущества,</w:t>
            </w:r>
            <w:r>
              <w:rPr>
                <w:color w:val="000000"/>
                <w:spacing w:val="3"/>
              </w:rPr>
              <w:t xml:space="preserve"> </w:t>
            </w:r>
            <w:r w:rsidRPr="003C6EC2">
              <w:rPr>
                <w:color w:val="000000"/>
                <w:spacing w:val="3"/>
              </w:rPr>
              <w:t>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>
              <w:rPr>
                <w:color w:val="000000"/>
                <w:spacing w:val="3"/>
              </w:rPr>
              <w:t xml:space="preserve"> </w:t>
            </w:r>
            <w:r w:rsidRPr="003C6EC2">
              <w:rPr>
                <w:color w:val="000000"/>
                <w:spacing w:val="3"/>
              </w:rPr>
              <w:t>в части реализации основных средств по указанному имуществу</w:t>
            </w:r>
          </w:p>
        </w:tc>
      </w:tr>
      <w:tr w:rsidR="003A70E2" w:rsidRPr="001D7640">
        <w:trPr>
          <w:trHeight w:hRule="exact" w:val="1266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>
            <w:pPr>
              <w:shd w:val="clear" w:color="auto" w:fill="FFFFFF"/>
              <w:ind w:right="187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 w:rsidP="00B939FD">
            <w:pPr>
              <w:shd w:val="clear" w:color="auto" w:fill="FFFFFF"/>
              <w:ind w:left="283"/>
              <w:rPr>
                <w:color w:val="000000"/>
                <w:spacing w:val="-5"/>
              </w:rPr>
            </w:pPr>
            <w:r w:rsidRPr="001D7640">
              <w:rPr>
                <w:color w:val="000000"/>
                <w:spacing w:val="-5"/>
              </w:rPr>
              <w:t>1 14 02053 10 0000 440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3C6EC2" w:rsidRDefault="003A70E2" w:rsidP="004D24C6">
            <w:pPr>
              <w:shd w:val="clear" w:color="auto" w:fill="FFFFFF"/>
              <w:spacing w:line="226" w:lineRule="exact"/>
              <w:ind w:right="10" w:hanging="5"/>
              <w:rPr>
                <w:color w:val="000000"/>
                <w:spacing w:val="3"/>
              </w:rPr>
            </w:pPr>
            <w:r w:rsidRPr="003C6EC2">
              <w:rPr>
                <w:color w:val="000000"/>
                <w:spacing w:val="3"/>
              </w:rPr>
              <w:t>Доходы от реализации иного имущества,</w:t>
            </w:r>
            <w:r>
              <w:rPr>
                <w:color w:val="000000"/>
                <w:spacing w:val="3"/>
              </w:rPr>
              <w:t xml:space="preserve"> </w:t>
            </w:r>
            <w:r w:rsidRPr="003C6EC2">
              <w:rPr>
                <w:color w:val="000000"/>
                <w:spacing w:val="3"/>
              </w:rPr>
              <w:t>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>
              <w:rPr>
                <w:color w:val="000000"/>
                <w:spacing w:val="3"/>
              </w:rPr>
              <w:t xml:space="preserve"> </w:t>
            </w:r>
            <w:r w:rsidRPr="003C6EC2">
              <w:rPr>
                <w:color w:val="000000"/>
                <w:spacing w:val="3"/>
              </w:rPr>
              <w:t>в части реализации материальных запасов по указанному имуществу</w:t>
            </w:r>
          </w:p>
        </w:tc>
      </w:tr>
      <w:tr w:rsidR="003A70E2" w:rsidRPr="001D7640">
        <w:trPr>
          <w:trHeight w:hRule="exact" w:val="84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>
            <w:pPr>
              <w:shd w:val="clear" w:color="auto" w:fill="FFFFFF"/>
              <w:ind w:right="192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 w:rsidP="00B939FD">
            <w:pPr>
              <w:shd w:val="clear" w:color="auto" w:fill="FFFFFF"/>
              <w:ind w:left="278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1 14 06013</w:t>
            </w:r>
            <w:r w:rsidRPr="001D7640">
              <w:rPr>
                <w:color w:val="000000"/>
                <w:spacing w:val="-5"/>
              </w:rPr>
              <w:t xml:space="preserve"> 10 0000 430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3C6EC2" w:rsidRDefault="003A70E2" w:rsidP="003C6EC2">
            <w:pPr>
              <w:shd w:val="clear" w:color="auto" w:fill="FFFFFF"/>
              <w:spacing w:line="226" w:lineRule="exact"/>
              <w:ind w:right="24" w:hanging="10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3A70E2" w:rsidRPr="001D7640">
        <w:trPr>
          <w:trHeight w:hRule="exact" w:val="84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>
            <w:pPr>
              <w:shd w:val="clear" w:color="auto" w:fill="FFFFFF"/>
              <w:ind w:right="192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 w:rsidP="00B939FD">
            <w:pPr>
              <w:shd w:val="clear" w:color="auto" w:fill="FFFFFF"/>
              <w:ind w:left="278"/>
            </w:pPr>
            <w:r w:rsidRPr="001D7640">
              <w:rPr>
                <w:color w:val="000000"/>
                <w:spacing w:val="-5"/>
              </w:rPr>
              <w:t>1 14 06025 10 0000 430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 w:rsidP="003C6EC2">
            <w:pPr>
              <w:shd w:val="clear" w:color="auto" w:fill="FFFFFF"/>
              <w:spacing w:line="226" w:lineRule="exact"/>
              <w:ind w:right="24" w:hanging="10"/>
            </w:pPr>
            <w:r w:rsidRPr="003C6EC2">
              <w:rPr>
                <w:color w:val="000000"/>
                <w:spacing w:val="5"/>
              </w:rPr>
              <w:t>Доходы от продажи земельных участков</w:t>
            </w:r>
            <w:r>
              <w:rPr>
                <w:color w:val="000000"/>
                <w:spacing w:val="5"/>
              </w:rPr>
              <w:t>,</w:t>
            </w:r>
            <w:r w:rsidRPr="003C6EC2">
              <w:rPr>
                <w:color w:val="000000"/>
                <w:spacing w:val="5"/>
              </w:rPr>
              <w:t xml:space="preserve"> находящихся в собственности поселения</w:t>
            </w:r>
            <w:r>
              <w:rPr>
                <w:color w:val="000000"/>
                <w:spacing w:val="5"/>
              </w:rPr>
              <w:t xml:space="preserve"> </w:t>
            </w:r>
            <w:r w:rsidRPr="003C6EC2">
              <w:rPr>
                <w:color w:val="000000"/>
                <w:spacing w:val="5"/>
              </w:rPr>
              <w:t>(за исключением земельных участков муниципальных</w:t>
            </w:r>
            <w:r>
              <w:rPr>
                <w:color w:val="000000"/>
                <w:spacing w:val="5"/>
              </w:rPr>
              <w:t xml:space="preserve"> </w:t>
            </w:r>
            <w:r w:rsidRPr="003C6EC2">
              <w:rPr>
                <w:color w:val="000000"/>
                <w:spacing w:val="5"/>
              </w:rPr>
              <w:t>бюджетных</w:t>
            </w:r>
            <w:r>
              <w:rPr>
                <w:color w:val="000000"/>
                <w:spacing w:val="5"/>
              </w:rPr>
              <w:t xml:space="preserve"> </w:t>
            </w:r>
            <w:r w:rsidRPr="003C6EC2">
              <w:rPr>
                <w:color w:val="000000"/>
                <w:spacing w:val="5"/>
              </w:rPr>
              <w:t>автономных учреждений)</w:t>
            </w:r>
          </w:p>
        </w:tc>
      </w:tr>
      <w:tr w:rsidR="003A70E2" w:rsidRPr="001D7640">
        <w:trPr>
          <w:trHeight w:hRule="exact" w:val="1304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Default="003A70E2">
            <w:pPr>
              <w:shd w:val="clear" w:color="auto" w:fill="FFFFFF"/>
              <w:ind w:right="192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Default="003A70E2" w:rsidP="00B939FD">
            <w:pPr>
              <w:shd w:val="clear" w:color="auto" w:fill="FFFFFF"/>
              <w:ind w:left="278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1 14 06313</w:t>
            </w:r>
            <w:r w:rsidRPr="001D7640">
              <w:rPr>
                <w:color w:val="000000"/>
                <w:spacing w:val="-5"/>
              </w:rPr>
              <w:t xml:space="preserve"> 10 0000 430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Default="003A70E2" w:rsidP="003C6EC2">
            <w:pPr>
              <w:shd w:val="clear" w:color="auto" w:fill="FFFFFF"/>
              <w:spacing w:line="226" w:lineRule="exact"/>
              <w:ind w:right="24" w:hanging="10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3A70E2" w:rsidRPr="001D7640">
        <w:trPr>
          <w:trHeight w:hRule="exact" w:val="84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>
            <w:pPr>
              <w:shd w:val="clear" w:color="auto" w:fill="FFFFFF"/>
              <w:ind w:right="192"/>
              <w:jc w:val="right"/>
              <w:rPr>
                <w:color w:val="000000"/>
              </w:rPr>
            </w:pPr>
            <w:r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 w:rsidP="00B939FD">
            <w:pPr>
              <w:shd w:val="clear" w:color="auto" w:fill="FFFFFF"/>
              <w:ind w:left="278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1 16 51040 02 0000 140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3C6EC2" w:rsidRDefault="003A70E2" w:rsidP="003C6EC2">
            <w:pPr>
              <w:shd w:val="clear" w:color="auto" w:fill="FFFFFF"/>
              <w:spacing w:line="226" w:lineRule="exact"/>
              <w:ind w:right="24" w:hanging="10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зачисляемых в бюджеты поселений</w:t>
            </w:r>
          </w:p>
        </w:tc>
      </w:tr>
      <w:tr w:rsidR="003A70E2" w:rsidRPr="001D7640">
        <w:trPr>
          <w:trHeight w:hRule="exact" w:val="49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>
            <w:pPr>
              <w:shd w:val="clear" w:color="auto" w:fill="FFFFFF"/>
              <w:ind w:right="197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>
            <w:pPr>
              <w:shd w:val="clear" w:color="auto" w:fill="FFFFFF"/>
              <w:ind w:left="274"/>
            </w:pPr>
            <w:r w:rsidRPr="001D7640">
              <w:rPr>
                <w:color w:val="000000"/>
                <w:spacing w:val="-5"/>
              </w:rPr>
              <w:t>1 16 90050 10 0000 140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 w:rsidP="00453B73">
            <w:pPr>
              <w:shd w:val="clear" w:color="auto" w:fill="FFFFFF"/>
              <w:spacing w:line="226" w:lineRule="exact"/>
              <w:ind w:right="10" w:firstLine="14"/>
            </w:pPr>
            <w:r w:rsidRPr="003C6EC2">
              <w:rPr>
                <w:color w:val="000000"/>
                <w:spacing w:val="9"/>
              </w:rPr>
              <w:t xml:space="preserve">Прочие поступления от денежных взысканий( штрафов )и иных сумм возмещение ущерба </w:t>
            </w:r>
            <w:r w:rsidRPr="003C6EC2">
              <w:rPr>
                <w:color w:val="000000"/>
                <w:spacing w:val="-1"/>
              </w:rPr>
              <w:t>в бюджет</w:t>
            </w:r>
            <w:r>
              <w:rPr>
                <w:color w:val="000000"/>
                <w:spacing w:val="-1"/>
              </w:rPr>
              <w:t xml:space="preserve">ы </w:t>
            </w:r>
            <w:r w:rsidRPr="003C6EC2">
              <w:rPr>
                <w:color w:val="000000"/>
                <w:spacing w:val="-1"/>
              </w:rPr>
              <w:t xml:space="preserve"> поселени</w:t>
            </w:r>
            <w:r>
              <w:rPr>
                <w:color w:val="000000"/>
                <w:spacing w:val="-1"/>
              </w:rPr>
              <w:t>й</w:t>
            </w:r>
          </w:p>
        </w:tc>
      </w:tr>
      <w:tr w:rsidR="003A70E2" w:rsidRPr="001D7640">
        <w:trPr>
          <w:trHeight w:hRule="exact" w:val="35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>
            <w:pPr>
              <w:shd w:val="clear" w:color="auto" w:fill="FFFFFF"/>
              <w:ind w:right="202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>
            <w:pPr>
              <w:shd w:val="clear" w:color="auto" w:fill="FFFFFF"/>
              <w:ind w:left="269"/>
            </w:pPr>
            <w:r w:rsidRPr="001D7640">
              <w:rPr>
                <w:color w:val="000000"/>
                <w:spacing w:val="-5"/>
              </w:rPr>
              <w:t>1 17 01050 10 0000 180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>
            <w:pPr>
              <w:shd w:val="clear" w:color="auto" w:fill="FFFFFF"/>
            </w:pPr>
            <w:r>
              <w:rPr>
                <w:color w:val="000000"/>
                <w:spacing w:val="-4"/>
              </w:rPr>
              <w:t>Невыясненные поступления</w:t>
            </w:r>
            <w:r w:rsidRPr="003C6EC2">
              <w:rPr>
                <w:color w:val="000000"/>
                <w:spacing w:val="-4"/>
              </w:rPr>
              <w:t>, зачисляемые в бюджеты поселений.</w:t>
            </w:r>
          </w:p>
        </w:tc>
      </w:tr>
      <w:tr w:rsidR="003A70E2" w:rsidRPr="001D7640">
        <w:trPr>
          <w:trHeight w:hRule="exact" w:val="36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>
            <w:pPr>
              <w:shd w:val="clear" w:color="auto" w:fill="FFFFFF"/>
              <w:ind w:right="202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>
            <w:pPr>
              <w:shd w:val="clear" w:color="auto" w:fill="FFFFFF"/>
              <w:ind w:left="264"/>
            </w:pPr>
            <w:r w:rsidRPr="001D7640">
              <w:rPr>
                <w:color w:val="000000"/>
                <w:spacing w:val="-5"/>
              </w:rPr>
              <w:t>1 17 05050 10 0000 180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>
            <w:pPr>
              <w:shd w:val="clear" w:color="auto" w:fill="FFFFFF"/>
            </w:pPr>
            <w:r>
              <w:rPr>
                <w:color w:val="000000"/>
                <w:spacing w:val="-3"/>
              </w:rPr>
              <w:t>П</w:t>
            </w:r>
            <w:r w:rsidRPr="003C6EC2">
              <w:rPr>
                <w:color w:val="000000"/>
                <w:spacing w:val="-3"/>
              </w:rPr>
              <w:t>рочие неналоговые доходы бюджетов поселений</w:t>
            </w:r>
          </w:p>
        </w:tc>
      </w:tr>
      <w:tr w:rsidR="003A70E2" w:rsidRPr="001D7640">
        <w:trPr>
          <w:trHeight w:hRule="exact" w:val="36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>
            <w:pPr>
              <w:shd w:val="clear" w:color="auto" w:fill="FFFFFF"/>
              <w:ind w:right="202"/>
              <w:jc w:val="right"/>
              <w:rPr>
                <w:color w:val="000000"/>
              </w:rPr>
            </w:pPr>
            <w:r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>
            <w:pPr>
              <w:shd w:val="clear" w:color="auto" w:fill="FFFFFF"/>
              <w:ind w:left="264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1 17 14030 10 0000 180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Default="003A70E2">
            <w:pPr>
              <w:shd w:val="clear" w:color="auto" w:fill="FFFFFF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Средства самообложения граждан, зачисляемые в бюджеты поселений</w:t>
            </w:r>
          </w:p>
        </w:tc>
      </w:tr>
      <w:tr w:rsidR="003A70E2" w:rsidRPr="001D7640">
        <w:trPr>
          <w:trHeight w:hRule="exact" w:val="364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>
            <w:pPr>
              <w:shd w:val="clear" w:color="auto" w:fill="FFFFFF"/>
              <w:ind w:right="211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>
            <w:pPr>
              <w:shd w:val="clear" w:color="auto" w:fill="FFFFFF"/>
              <w:ind w:left="240"/>
            </w:pPr>
            <w:r w:rsidRPr="001D7640">
              <w:rPr>
                <w:color w:val="000000"/>
                <w:spacing w:val="-5"/>
              </w:rPr>
              <w:t>2 02 01001 10 0000 151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>
            <w:pPr>
              <w:shd w:val="clear" w:color="auto" w:fill="FFFFFF"/>
            </w:pPr>
            <w:r w:rsidRPr="003C6EC2">
              <w:rPr>
                <w:color w:val="000000"/>
                <w:spacing w:val="-3"/>
              </w:rPr>
              <w:t>Дотации бюджетам поселений на выравнивание бюджетной обеспеченности</w:t>
            </w:r>
          </w:p>
        </w:tc>
      </w:tr>
      <w:tr w:rsidR="003A70E2" w:rsidRPr="001D7640">
        <w:trPr>
          <w:trHeight w:hRule="exact" w:val="48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>
            <w:pPr>
              <w:shd w:val="clear" w:color="auto" w:fill="FFFFFF"/>
              <w:ind w:right="216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>
            <w:pPr>
              <w:shd w:val="clear" w:color="auto" w:fill="FFFFFF"/>
              <w:ind w:left="235"/>
            </w:pPr>
            <w:r w:rsidRPr="001D7640">
              <w:rPr>
                <w:color w:val="000000"/>
                <w:spacing w:val="-5"/>
              </w:rPr>
              <w:t>2 02 01003 10 0000 151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>
            <w:pPr>
              <w:shd w:val="clear" w:color="auto" w:fill="FFFFFF"/>
              <w:spacing w:line="235" w:lineRule="exact"/>
              <w:ind w:right="19" w:hanging="43"/>
            </w:pPr>
            <w:r w:rsidRPr="003C6EC2">
              <w:rPr>
                <w:color w:val="000000"/>
                <w:spacing w:val="7"/>
              </w:rPr>
              <w:t xml:space="preserve">Дотации   бюджетам   поселений   на   поддержку   мер   по   обеспечению   сбалансированности </w:t>
            </w:r>
            <w:r w:rsidRPr="003C6EC2">
              <w:rPr>
                <w:color w:val="000000"/>
                <w:spacing w:val="-2"/>
              </w:rPr>
              <w:t>бюджетов</w:t>
            </w:r>
          </w:p>
        </w:tc>
      </w:tr>
      <w:tr w:rsidR="003A70E2" w:rsidRPr="001D7640">
        <w:trPr>
          <w:trHeight w:hRule="exact" w:val="48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>
            <w:pPr>
              <w:shd w:val="clear" w:color="auto" w:fill="FFFFFF"/>
              <w:ind w:right="221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>
            <w:pPr>
              <w:shd w:val="clear" w:color="auto" w:fill="FFFFFF"/>
              <w:ind w:left="230"/>
            </w:pPr>
            <w:r w:rsidRPr="001D7640">
              <w:rPr>
                <w:color w:val="000000"/>
                <w:spacing w:val="-5"/>
              </w:rPr>
              <w:t>2 02 02999 10 0000 151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>
            <w:pPr>
              <w:shd w:val="clear" w:color="auto" w:fill="FFFFFF"/>
            </w:pPr>
            <w:r>
              <w:rPr>
                <w:color w:val="000000"/>
                <w:spacing w:val="-4"/>
              </w:rPr>
              <w:t>П</w:t>
            </w:r>
            <w:r w:rsidRPr="003C6EC2">
              <w:rPr>
                <w:color w:val="000000"/>
                <w:spacing w:val="-4"/>
              </w:rPr>
              <w:t>рочие субсидии бюджетам поселений</w:t>
            </w:r>
          </w:p>
        </w:tc>
      </w:tr>
      <w:tr w:rsidR="003A70E2" w:rsidRPr="001D7640">
        <w:trPr>
          <w:trHeight w:hRule="exact" w:val="47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>
            <w:pPr>
              <w:shd w:val="clear" w:color="auto" w:fill="FFFFFF"/>
              <w:ind w:right="226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>
            <w:pPr>
              <w:shd w:val="clear" w:color="auto" w:fill="FFFFFF"/>
              <w:ind w:left="226"/>
            </w:pPr>
            <w:r w:rsidRPr="001D7640">
              <w:rPr>
                <w:color w:val="000000"/>
                <w:spacing w:val="-5"/>
              </w:rPr>
              <w:t>2 02 03015 10 0000 151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 w:rsidP="003C6EC2">
            <w:pPr>
              <w:shd w:val="clear" w:color="auto" w:fill="FFFFFF"/>
              <w:spacing w:line="226" w:lineRule="exact"/>
              <w:ind w:right="19"/>
            </w:pPr>
            <w:r w:rsidRPr="003C6EC2">
              <w:rPr>
                <w:color w:val="000000"/>
                <w:spacing w:val="2"/>
              </w:rPr>
              <w:t xml:space="preserve">Субвенции бюджетам поселений на осуществление     первичного воинского   учету на </w:t>
            </w:r>
            <w:r w:rsidRPr="003C6EC2">
              <w:rPr>
                <w:color w:val="000000"/>
                <w:spacing w:val="-1"/>
              </w:rPr>
              <w:t>территориях, где отсутствуют военные комиссариаты</w:t>
            </w:r>
          </w:p>
        </w:tc>
      </w:tr>
      <w:tr w:rsidR="003A70E2" w:rsidRPr="001D7640">
        <w:trPr>
          <w:trHeight w:hRule="exact" w:val="499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>
            <w:pPr>
              <w:shd w:val="clear" w:color="auto" w:fill="FFFFFF"/>
              <w:ind w:right="230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>
            <w:pPr>
              <w:shd w:val="clear" w:color="auto" w:fill="FFFFFF"/>
              <w:ind w:left="226"/>
            </w:pPr>
            <w:r w:rsidRPr="001D7640">
              <w:rPr>
                <w:color w:val="000000"/>
                <w:spacing w:val="-5"/>
              </w:rPr>
              <w:t>2 02 03024 10 0000 151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>
            <w:pPr>
              <w:shd w:val="clear" w:color="auto" w:fill="FFFFFF"/>
            </w:pPr>
            <w:r w:rsidRPr="003C6EC2">
              <w:rPr>
                <w:color w:val="000000"/>
                <w:spacing w:val="4"/>
              </w:rPr>
              <w:t>Субвенция бюджетам поселений на выполнение передаваемых полномочий субъектов РФ</w:t>
            </w:r>
          </w:p>
        </w:tc>
      </w:tr>
      <w:tr w:rsidR="003A70E2" w:rsidRPr="001D7640">
        <w:trPr>
          <w:trHeight w:hRule="exact" w:val="499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>
            <w:pPr>
              <w:shd w:val="clear" w:color="auto" w:fill="FFFFFF"/>
              <w:ind w:right="230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>
            <w:pPr>
              <w:shd w:val="clear" w:color="auto" w:fill="FFFFFF"/>
              <w:ind w:left="226"/>
              <w:rPr>
                <w:color w:val="000000"/>
                <w:spacing w:val="-5"/>
              </w:rPr>
            </w:pPr>
            <w:r w:rsidRPr="001D7640">
              <w:rPr>
                <w:color w:val="000000"/>
                <w:spacing w:val="-5"/>
              </w:rPr>
              <w:t>2 02 04999 10 0000 151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3C6EC2" w:rsidRDefault="003A70E2">
            <w:pPr>
              <w:shd w:val="clear" w:color="auto" w:fill="FFFFFF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Прочие межбюджетные трансферты, передаваемые бюджетам поселений</w:t>
            </w:r>
          </w:p>
        </w:tc>
      </w:tr>
      <w:tr w:rsidR="003A70E2" w:rsidRPr="001D7640">
        <w:trPr>
          <w:trHeight w:hRule="exact" w:val="499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>
            <w:pPr>
              <w:shd w:val="clear" w:color="auto" w:fill="FFFFFF"/>
              <w:ind w:right="230"/>
              <w:jc w:val="right"/>
              <w:rPr>
                <w:color w:val="000000"/>
              </w:rPr>
            </w:pPr>
            <w:r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>
            <w:pPr>
              <w:shd w:val="clear" w:color="auto" w:fill="FFFFFF"/>
              <w:ind w:left="226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2 04 05099 10 0000 180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Default="003A70E2">
            <w:pPr>
              <w:shd w:val="clear" w:color="auto" w:fill="FFFFFF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Прочие безвозмездные поступления от негосударственных организаций в бюджеты поселений</w:t>
            </w:r>
          </w:p>
        </w:tc>
      </w:tr>
      <w:tr w:rsidR="003A70E2" w:rsidRPr="001D7640">
        <w:trPr>
          <w:trHeight w:hRule="exact" w:val="964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3C6EC2" w:rsidRDefault="003A70E2" w:rsidP="002C4540">
            <w:pPr>
              <w:shd w:val="clear" w:color="auto" w:fill="FFFFFF"/>
              <w:ind w:right="230"/>
              <w:jc w:val="right"/>
            </w:pPr>
            <w:r w:rsidRPr="003C6EC2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3C6EC2" w:rsidRDefault="003A70E2" w:rsidP="002C4540">
            <w:pPr>
              <w:shd w:val="clear" w:color="auto" w:fill="FFFFFF"/>
              <w:ind w:left="216"/>
            </w:pPr>
            <w:r w:rsidRPr="003C6EC2">
              <w:rPr>
                <w:color w:val="000000"/>
                <w:spacing w:val="-4"/>
              </w:rPr>
              <w:t>2 07 050</w:t>
            </w:r>
            <w:r>
              <w:rPr>
                <w:color w:val="000000"/>
                <w:spacing w:val="-4"/>
                <w:lang w:val="en-US"/>
              </w:rPr>
              <w:t>10</w:t>
            </w:r>
            <w:r w:rsidRPr="003C6EC2">
              <w:rPr>
                <w:color w:val="000000"/>
                <w:spacing w:val="-4"/>
              </w:rPr>
              <w:t xml:space="preserve">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687DF9" w:rsidRDefault="003A70E2" w:rsidP="002C4540">
            <w:pPr>
              <w:shd w:val="clear" w:color="auto" w:fill="FFFFFF"/>
            </w:pPr>
            <w:r>
              <w:rPr>
                <w:color w:val="000000"/>
                <w:spacing w:val="4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поселений</w:t>
            </w:r>
          </w:p>
        </w:tc>
      </w:tr>
      <w:tr w:rsidR="003A70E2" w:rsidRPr="001D7640">
        <w:trPr>
          <w:trHeight w:hRule="exact" w:val="499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3C6EC2" w:rsidRDefault="003A70E2" w:rsidP="002C4540">
            <w:pPr>
              <w:shd w:val="clear" w:color="auto" w:fill="FFFFFF"/>
              <w:ind w:right="230"/>
              <w:jc w:val="right"/>
            </w:pPr>
            <w:r w:rsidRPr="003C6EC2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3C6EC2" w:rsidRDefault="003A70E2" w:rsidP="002C4540">
            <w:pPr>
              <w:shd w:val="clear" w:color="auto" w:fill="FFFFFF"/>
              <w:ind w:left="216"/>
            </w:pPr>
            <w:r w:rsidRPr="003C6EC2">
              <w:rPr>
                <w:color w:val="000000"/>
                <w:spacing w:val="-4"/>
              </w:rPr>
              <w:t>2 07 050</w:t>
            </w:r>
            <w:r>
              <w:rPr>
                <w:color w:val="000000"/>
                <w:spacing w:val="-4"/>
              </w:rPr>
              <w:t>2</w:t>
            </w:r>
            <w:r>
              <w:rPr>
                <w:color w:val="000000"/>
                <w:spacing w:val="-4"/>
                <w:lang w:val="en-US"/>
              </w:rPr>
              <w:t>0</w:t>
            </w:r>
            <w:r w:rsidRPr="003C6EC2">
              <w:rPr>
                <w:color w:val="000000"/>
                <w:spacing w:val="-4"/>
              </w:rPr>
              <w:t xml:space="preserve">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3C6EC2" w:rsidRDefault="003A70E2" w:rsidP="002C4540">
            <w:pPr>
              <w:shd w:val="clear" w:color="auto" w:fill="FFFFFF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3A70E2" w:rsidRPr="001D7640">
        <w:trPr>
          <w:trHeight w:hRule="exact" w:val="499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3C6EC2" w:rsidRDefault="003A70E2" w:rsidP="002C4540">
            <w:pPr>
              <w:shd w:val="clear" w:color="auto" w:fill="FFFFFF"/>
              <w:ind w:right="230"/>
              <w:jc w:val="right"/>
            </w:pPr>
            <w:r w:rsidRPr="003C6EC2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3C6EC2" w:rsidRDefault="003A70E2" w:rsidP="002C4540">
            <w:pPr>
              <w:shd w:val="clear" w:color="auto" w:fill="FFFFFF"/>
              <w:ind w:left="216"/>
            </w:pPr>
            <w:r w:rsidRPr="003C6EC2">
              <w:rPr>
                <w:color w:val="000000"/>
                <w:spacing w:val="-4"/>
              </w:rPr>
              <w:t>2 07 050</w:t>
            </w:r>
            <w:r>
              <w:rPr>
                <w:color w:val="000000"/>
                <w:spacing w:val="-4"/>
              </w:rPr>
              <w:t>3</w:t>
            </w:r>
            <w:r>
              <w:rPr>
                <w:color w:val="000000"/>
                <w:spacing w:val="-4"/>
                <w:lang w:val="en-US"/>
              </w:rPr>
              <w:t>0</w:t>
            </w:r>
            <w:r w:rsidRPr="003C6EC2">
              <w:rPr>
                <w:color w:val="000000"/>
                <w:spacing w:val="-4"/>
              </w:rPr>
              <w:t xml:space="preserve">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3C6EC2" w:rsidRDefault="003A70E2" w:rsidP="002C4540">
            <w:pPr>
              <w:shd w:val="clear" w:color="auto" w:fill="FFFFFF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Прочие безвозмездные поступления в бюджеты поселений</w:t>
            </w:r>
          </w:p>
        </w:tc>
      </w:tr>
      <w:tr w:rsidR="003A70E2" w:rsidRPr="001D7640">
        <w:trPr>
          <w:trHeight w:hRule="exact" w:val="788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>
            <w:pPr>
              <w:shd w:val="clear" w:color="auto" w:fill="FFFFFF"/>
              <w:ind w:right="230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>
            <w:pPr>
              <w:shd w:val="clear" w:color="auto" w:fill="FFFFFF"/>
              <w:ind w:left="226"/>
              <w:rPr>
                <w:color w:val="000000"/>
                <w:spacing w:val="-5"/>
              </w:rPr>
            </w:pPr>
            <w:r w:rsidRPr="001D7640">
              <w:rPr>
                <w:color w:val="000000"/>
                <w:spacing w:val="-5"/>
              </w:rPr>
              <w:t>2 18 05010 10 0000 151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3C6EC2" w:rsidRDefault="003A70E2" w:rsidP="00536CA3">
            <w:pPr>
              <w:shd w:val="clear" w:color="auto" w:fill="FFFFFF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 xml:space="preserve">Доходы бюджетов поселения от возврата остатков субсидий субвенций и иных межбюджетных трансфертов, имеющих целевое назначение прошлых лет, из бюджетов муниципальных районов </w:t>
            </w:r>
          </w:p>
        </w:tc>
      </w:tr>
      <w:tr w:rsidR="003A70E2" w:rsidRPr="001D7640">
        <w:trPr>
          <w:trHeight w:hRule="exact" w:val="70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>
            <w:pPr>
              <w:shd w:val="clear" w:color="auto" w:fill="FFFFFF"/>
              <w:ind w:right="240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 w:rsidP="008F789E">
            <w:pPr>
              <w:shd w:val="clear" w:color="auto" w:fill="FFFFFF"/>
              <w:ind w:left="211"/>
            </w:pPr>
            <w:r w:rsidRPr="001D7640">
              <w:rPr>
                <w:color w:val="000000"/>
                <w:spacing w:val="-5"/>
              </w:rPr>
              <w:t>2 19 05000 10 0000 151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E2" w:rsidRPr="001D7640" w:rsidRDefault="003A70E2" w:rsidP="00536CA3">
            <w:pPr>
              <w:shd w:val="clear" w:color="auto" w:fill="FFFFFF"/>
              <w:spacing w:line="235" w:lineRule="exact"/>
              <w:ind w:right="58" w:hanging="29"/>
            </w:pPr>
            <w:r w:rsidRPr="003C6EC2">
              <w:rPr>
                <w:color w:val="000000"/>
                <w:spacing w:val="9"/>
              </w:rPr>
              <w:t>Возврат остатков субсидий,</w:t>
            </w:r>
            <w:r>
              <w:rPr>
                <w:color w:val="000000"/>
                <w:spacing w:val="9"/>
              </w:rPr>
              <w:t xml:space="preserve"> </w:t>
            </w:r>
            <w:r w:rsidRPr="003C6EC2">
              <w:rPr>
                <w:color w:val="000000"/>
                <w:spacing w:val="9"/>
              </w:rPr>
              <w:t>субвенции и иных межбюджетных трансфертов имеющих  целевое</w:t>
            </w:r>
            <w:r>
              <w:rPr>
                <w:color w:val="000000"/>
                <w:spacing w:val="9"/>
              </w:rPr>
              <w:t xml:space="preserve"> </w:t>
            </w:r>
            <w:r w:rsidRPr="003C6EC2">
              <w:rPr>
                <w:color w:val="000000"/>
                <w:spacing w:val="6"/>
              </w:rPr>
              <w:t>на</w:t>
            </w:r>
            <w:r>
              <w:rPr>
                <w:color w:val="000000"/>
                <w:spacing w:val="6"/>
              </w:rPr>
              <w:t>зна</w:t>
            </w:r>
            <w:r w:rsidRPr="003C6EC2">
              <w:rPr>
                <w:color w:val="000000"/>
                <w:spacing w:val="6"/>
              </w:rPr>
              <w:t>чение</w:t>
            </w:r>
            <w:r>
              <w:rPr>
                <w:color w:val="000000"/>
                <w:spacing w:val="6"/>
              </w:rPr>
              <w:t xml:space="preserve"> </w:t>
            </w:r>
            <w:r w:rsidRPr="003C6EC2">
              <w:rPr>
                <w:color w:val="000000"/>
                <w:spacing w:val="6"/>
              </w:rPr>
              <w:t>,</w:t>
            </w:r>
            <w:r>
              <w:rPr>
                <w:color w:val="000000"/>
                <w:spacing w:val="6"/>
              </w:rPr>
              <w:t xml:space="preserve"> </w:t>
            </w:r>
            <w:r w:rsidRPr="003C6EC2">
              <w:rPr>
                <w:color w:val="000000"/>
                <w:spacing w:val="6"/>
              </w:rPr>
              <w:t>прошлых лет из бюджетов поселений</w:t>
            </w:r>
          </w:p>
        </w:tc>
      </w:tr>
    </w:tbl>
    <w:p w:rsidR="003A70E2" w:rsidRPr="003C6EC2" w:rsidRDefault="003A70E2"/>
    <w:sectPr w:rsidR="003A70E2" w:rsidRPr="003C6EC2" w:rsidSect="00960ED6">
      <w:type w:val="continuous"/>
      <w:pgSz w:w="11909" w:h="16834"/>
      <w:pgMar w:top="1134" w:right="360" w:bottom="720" w:left="883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70E2" w:rsidRDefault="003A70E2" w:rsidP="009D7014">
      <w:r>
        <w:separator/>
      </w:r>
    </w:p>
  </w:endnote>
  <w:endnote w:type="continuationSeparator" w:id="1">
    <w:p w:rsidR="003A70E2" w:rsidRDefault="003A70E2" w:rsidP="009D70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70E2" w:rsidRDefault="003A70E2" w:rsidP="009D7014">
      <w:r>
        <w:separator/>
      </w:r>
    </w:p>
  </w:footnote>
  <w:footnote w:type="continuationSeparator" w:id="1">
    <w:p w:rsidR="003A70E2" w:rsidRDefault="003A70E2" w:rsidP="009D70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615F"/>
    <w:rsid w:val="0000299C"/>
    <w:rsid w:val="00012376"/>
    <w:rsid w:val="00013F92"/>
    <w:rsid w:val="000251C9"/>
    <w:rsid w:val="00026D52"/>
    <w:rsid w:val="000D4466"/>
    <w:rsid w:val="000F0A30"/>
    <w:rsid w:val="00102F82"/>
    <w:rsid w:val="00120C78"/>
    <w:rsid w:val="00124655"/>
    <w:rsid w:val="0012476E"/>
    <w:rsid w:val="001247E6"/>
    <w:rsid w:val="00124AA4"/>
    <w:rsid w:val="001D43D1"/>
    <w:rsid w:val="001D4D65"/>
    <w:rsid w:val="001D55AC"/>
    <w:rsid w:val="001D7640"/>
    <w:rsid w:val="00274702"/>
    <w:rsid w:val="002755D8"/>
    <w:rsid w:val="002A0E11"/>
    <w:rsid w:val="002C4540"/>
    <w:rsid w:val="002D431C"/>
    <w:rsid w:val="003409D8"/>
    <w:rsid w:val="0034172B"/>
    <w:rsid w:val="00342153"/>
    <w:rsid w:val="003610EB"/>
    <w:rsid w:val="0036521A"/>
    <w:rsid w:val="003A70E2"/>
    <w:rsid w:val="003C6EC2"/>
    <w:rsid w:val="003D0850"/>
    <w:rsid w:val="003F491F"/>
    <w:rsid w:val="00413FA5"/>
    <w:rsid w:val="00440E7E"/>
    <w:rsid w:val="00453B73"/>
    <w:rsid w:val="00454204"/>
    <w:rsid w:val="00457720"/>
    <w:rsid w:val="004C300F"/>
    <w:rsid w:val="004C4D4E"/>
    <w:rsid w:val="004D24C6"/>
    <w:rsid w:val="004E698F"/>
    <w:rsid w:val="0051554C"/>
    <w:rsid w:val="00536CA3"/>
    <w:rsid w:val="0055402B"/>
    <w:rsid w:val="00570B46"/>
    <w:rsid w:val="005C16D7"/>
    <w:rsid w:val="005D3BAE"/>
    <w:rsid w:val="006155AD"/>
    <w:rsid w:val="006211AA"/>
    <w:rsid w:val="00687DF9"/>
    <w:rsid w:val="006A3B03"/>
    <w:rsid w:val="006A7449"/>
    <w:rsid w:val="006C6288"/>
    <w:rsid w:val="00772293"/>
    <w:rsid w:val="00774B78"/>
    <w:rsid w:val="007E643D"/>
    <w:rsid w:val="007F6EA5"/>
    <w:rsid w:val="00845D1B"/>
    <w:rsid w:val="00874671"/>
    <w:rsid w:val="00890A94"/>
    <w:rsid w:val="008F789E"/>
    <w:rsid w:val="00911CA9"/>
    <w:rsid w:val="00936C41"/>
    <w:rsid w:val="00950B9A"/>
    <w:rsid w:val="00960ED6"/>
    <w:rsid w:val="009B47B1"/>
    <w:rsid w:val="009D7014"/>
    <w:rsid w:val="009E615F"/>
    <w:rsid w:val="009F46B0"/>
    <w:rsid w:val="009F677E"/>
    <w:rsid w:val="00A00149"/>
    <w:rsid w:val="00A64D70"/>
    <w:rsid w:val="00AC1495"/>
    <w:rsid w:val="00AC6E4B"/>
    <w:rsid w:val="00AE21FB"/>
    <w:rsid w:val="00AE3945"/>
    <w:rsid w:val="00AE4F94"/>
    <w:rsid w:val="00AE70A5"/>
    <w:rsid w:val="00B10719"/>
    <w:rsid w:val="00B16459"/>
    <w:rsid w:val="00B4247B"/>
    <w:rsid w:val="00B50525"/>
    <w:rsid w:val="00B81FB7"/>
    <w:rsid w:val="00B939FD"/>
    <w:rsid w:val="00BB7FD8"/>
    <w:rsid w:val="00BD5FDC"/>
    <w:rsid w:val="00BE53E3"/>
    <w:rsid w:val="00C4448F"/>
    <w:rsid w:val="00C460DB"/>
    <w:rsid w:val="00C733D9"/>
    <w:rsid w:val="00C96150"/>
    <w:rsid w:val="00CA5180"/>
    <w:rsid w:val="00CD26F9"/>
    <w:rsid w:val="00CE1547"/>
    <w:rsid w:val="00D14997"/>
    <w:rsid w:val="00D20DBC"/>
    <w:rsid w:val="00D910C2"/>
    <w:rsid w:val="00DA6875"/>
    <w:rsid w:val="00DB5B7F"/>
    <w:rsid w:val="00DC0957"/>
    <w:rsid w:val="00E10857"/>
    <w:rsid w:val="00E13408"/>
    <w:rsid w:val="00E31204"/>
    <w:rsid w:val="00E951E7"/>
    <w:rsid w:val="00EA29E5"/>
    <w:rsid w:val="00EE457A"/>
    <w:rsid w:val="00F22D12"/>
    <w:rsid w:val="00F347BA"/>
    <w:rsid w:val="00F43276"/>
    <w:rsid w:val="00F468D0"/>
    <w:rsid w:val="00F66DD2"/>
    <w:rsid w:val="00F707E2"/>
    <w:rsid w:val="00FA1499"/>
    <w:rsid w:val="00FB3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ED6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D701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D7014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9D701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D7014"/>
    <w:rPr>
      <w:rFonts w:ascii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99"/>
    <w:rsid w:val="00AC6E4B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707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szCs w:val="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733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3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125</TotalTime>
  <Pages>2</Pages>
  <Words>926</Words>
  <Characters>5283</Characters>
  <Application>Microsoft Office Outlook</Application>
  <DocSecurity>0</DocSecurity>
  <Lines>0</Lines>
  <Paragraphs>0</Paragraphs>
  <ScaleCrop>false</ScaleCrop>
  <Company>Workgroup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Computer</cp:lastModifiedBy>
  <cp:revision>48</cp:revision>
  <cp:lastPrinted>2015-12-18T10:10:00Z</cp:lastPrinted>
  <dcterms:created xsi:type="dcterms:W3CDTF">2011-12-26T08:02:00Z</dcterms:created>
  <dcterms:modified xsi:type="dcterms:W3CDTF">2015-12-23T06:44:00Z</dcterms:modified>
</cp:coreProperties>
</file>